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D74" w:rsidRDefault="00C44D74" w:rsidP="00C44D74">
      <w:pPr>
        <w:jc w:val="center"/>
        <w:rPr>
          <w:rFonts w:ascii="Arial" w:hAnsi="Arial" w:cs="Arial"/>
          <w:b/>
          <w:sz w:val="28"/>
          <w:szCs w:val="28"/>
        </w:rPr>
      </w:pPr>
      <w:r w:rsidRPr="001B7DDE">
        <w:rPr>
          <w:rFonts w:ascii="Arial" w:hAnsi="Arial" w:cs="Arial"/>
          <w:b/>
          <w:sz w:val="28"/>
          <w:szCs w:val="28"/>
        </w:rPr>
        <w:t xml:space="preserve">UNIVERSIDADE FEDERAL DE SÃO CARLOS </w:t>
      </w:r>
    </w:p>
    <w:p w:rsidR="00C44D74" w:rsidRPr="001B7DDE" w:rsidRDefault="00C44D74" w:rsidP="00C44D74">
      <w:pPr>
        <w:ind w:left="142"/>
        <w:jc w:val="center"/>
        <w:rPr>
          <w:rFonts w:ascii="Arial" w:hAnsi="Arial" w:cs="Arial"/>
          <w:b/>
          <w:sz w:val="28"/>
          <w:szCs w:val="28"/>
        </w:rPr>
      </w:pPr>
      <w:r w:rsidRPr="001B7DDE">
        <w:rPr>
          <w:rFonts w:ascii="Arial" w:hAnsi="Arial" w:cs="Arial"/>
          <w:b/>
          <w:i/>
          <w:sz w:val="28"/>
          <w:szCs w:val="28"/>
        </w:rPr>
        <w:t>CAMPUS</w:t>
      </w:r>
      <w:r w:rsidRPr="001B7DDE">
        <w:rPr>
          <w:rFonts w:ascii="Arial" w:hAnsi="Arial" w:cs="Arial"/>
          <w:b/>
          <w:sz w:val="28"/>
          <w:szCs w:val="28"/>
        </w:rPr>
        <w:t xml:space="preserve"> LAGOA DO SINO</w:t>
      </w:r>
    </w:p>
    <w:p w:rsidR="00C44D74" w:rsidRDefault="00C44D74" w:rsidP="00C44D74">
      <w:pPr>
        <w:jc w:val="center"/>
        <w:rPr>
          <w:rFonts w:ascii="Arial" w:hAnsi="Arial" w:cs="Arial"/>
          <w:b/>
          <w:sz w:val="28"/>
          <w:szCs w:val="28"/>
        </w:rPr>
      </w:pPr>
      <w:r w:rsidRPr="001B7DDE">
        <w:rPr>
          <w:rFonts w:ascii="Arial" w:hAnsi="Arial" w:cs="Arial"/>
          <w:b/>
          <w:sz w:val="28"/>
          <w:szCs w:val="28"/>
        </w:rPr>
        <w:t>CENTRO DE CIÊNCIAS DA NATUREZA</w:t>
      </w:r>
    </w:p>
    <w:p w:rsidR="00DA253B" w:rsidRDefault="00DA253B" w:rsidP="00DA253B">
      <w:pPr>
        <w:jc w:val="center"/>
        <w:rPr>
          <w:rFonts w:ascii="Arial" w:hAnsi="Arial" w:cs="Arial"/>
          <w:b/>
          <w:sz w:val="28"/>
          <w:szCs w:val="28"/>
        </w:rPr>
      </w:pPr>
    </w:p>
    <w:p w:rsidR="00DA253B" w:rsidRDefault="00DA253B" w:rsidP="00DA253B">
      <w:pPr>
        <w:jc w:val="center"/>
        <w:rPr>
          <w:rFonts w:ascii="Arial" w:hAnsi="Arial" w:cs="Arial"/>
          <w:b/>
          <w:sz w:val="28"/>
          <w:szCs w:val="28"/>
        </w:rPr>
      </w:pPr>
    </w:p>
    <w:p w:rsidR="00DA253B" w:rsidRDefault="00DA253B" w:rsidP="00DA253B">
      <w:pPr>
        <w:jc w:val="center"/>
        <w:rPr>
          <w:rFonts w:ascii="Arial" w:hAnsi="Arial" w:cs="Arial"/>
          <w:b/>
          <w:sz w:val="28"/>
          <w:szCs w:val="28"/>
        </w:rPr>
      </w:pPr>
    </w:p>
    <w:p w:rsidR="00DA253B" w:rsidRDefault="00DA253B" w:rsidP="00DA253B">
      <w:pPr>
        <w:jc w:val="center"/>
        <w:rPr>
          <w:rFonts w:ascii="Arial" w:hAnsi="Arial" w:cs="Arial"/>
          <w:b/>
          <w:sz w:val="28"/>
          <w:szCs w:val="28"/>
        </w:rPr>
      </w:pPr>
    </w:p>
    <w:p w:rsidR="00DA253B" w:rsidRDefault="00DA253B" w:rsidP="00DA253B">
      <w:pPr>
        <w:jc w:val="center"/>
        <w:rPr>
          <w:rFonts w:ascii="Arial" w:hAnsi="Arial" w:cs="Arial"/>
          <w:b/>
          <w:sz w:val="28"/>
          <w:szCs w:val="28"/>
        </w:rPr>
      </w:pPr>
    </w:p>
    <w:p w:rsidR="00DA253B" w:rsidRDefault="00DA253B" w:rsidP="00DA253B">
      <w:pPr>
        <w:jc w:val="center"/>
        <w:rPr>
          <w:rFonts w:ascii="Arial" w:hAnsi="Arial" w:cs="Arial"/>
          <w:b/>
          <w:sz w:val="28"/>
          <w:szCs w:val="28"/>
        </w:rPr>
      </w:pPr>
    </w:p>
    <w:p w:rsidR="00DA253B" w:rsidRPr="00C44D74" w:rsidRDefault="00DA253B" w:rsidP="00DA253B">
      <w:pPr>
        <w:jc w:val="center"/>
        <w:rPr>
          <w:rFonts w:ascii="Arial" w:hAnsi="Arial" w:cs="Arial"/>
          <w:b/>
          <w:sz w:val="28"/>
          <w:szCs w:val="28"/>
        </w:rPr>
      </w:pPr>
      <w:r w:rsidRPr="00C44D74">
        <w:rPr>
          <w:rFonts w:ascii="Arial" w:hAnsi="Arial" w:cs="Arial"/>
          <w:b/>
          <w:sz w:val="28"/>
          <w:szCs w:val="28"/>
        </w:rPr>
        <w:t>RELATÓRIO FINAL DO ESTÁGIO CURRICULAR OBRIGATÓRIO</w:t>
      </w:r>
    </w:p>
    <w:p w:rsidR="00DA253B" w:rsidRDefault="00DA253B" w:rsidP="00DA253B">
      <w:pPr>
        <w:jc w:val="center"/>
        <w:rPr>
          <w:rFonts w:ascii="Arial" w:hAnsi="Arial" w:cs="Arial"/>
          <w:b/>
          <w:sz w:val="28"/>
          <w:szCs w:val="28"/>
        </w:rPr>
      </w:pPr>
    </w:p>
    <w:p w:rsidR="00DA253B" w:rsidRDefault="00DA253B" w:rsidP="00DA253B">
      <w:pPr>
        <w:jc w:val="center"/>
        <w:rPr>
          <w:rFonts w:ascii="Arial" w:hAnsi="Arial" w:cs="Arial"/>
          <w:b/>
          <w:sz w:val="28"/>
          <w:szCs w:val="28"/>
        </w:rPr>
      </w:pPr>
    </w:p>
    <w:p w:rsidR="00DA253B" w:rsidRPr="00C44D74" w:rsidRDefault="00DA253B" w:rsidP="00C44D74">
      <w:pPr>
        <w:spacing w:line="240" w:lineRule="auto"/>
        <w:ind w:left="4111"/>
        <w:jc w:val="both"/>
        <w:rPr>
          <w:rFonts w:ascii="Arial" w:hAnsi="Arial" w:cs="Arial"/>
          <w:szCs w:val="24"/>
        </w:rPr>
      </w:pPr>
      <w:r w:rsidRPr="00C44D74">
        <w:rPr>
          <w:rFonts w:ascii="Arial" w:hAnsi="Arial" w:cs="Arial"/>
          <w:szCs w:val="24"/>
        </w:rPr>
        <w:t>Relatório Final do Estágio Curricular Obrigatório apresentado na UFSCar – Lagoa do Sino como requisito básico para a conclusão do Curso de Engenharia Ambiental.</w:t>
      </w:r>
      <w:r w:rsidRPr="00C44D74">
        <w:rPr>
          <w:rFonts w:ascii="Arial" w:hAnsi="Arial" w:cs="Arial"/>
          <w:szCs w:val="24"/>
        </w:rPr>
        <w:cr/>
      </w:r>
    </w:p>
    <w:p w:rsidR="00DA253B" w:rsidRDefault="00DA253B" w:rsidP="00DA253B">
      <w:pPr>
        <w:jc w:val="center"/>
        <w:rPr>
          <w:rFonts w:ascii="Arial" w:hAnsi="Arial" w:cs="Arial"/>
          <w:b/>
          <w:sz w:val="28"/>
          <w:szCs w:val="28"/>
        </w:rPr>
      </w:pPr>
    </w:p>
    <w:p w:rsidR="00DA253B" w:rsidRDefault="00DA253B" w:rsidP="00DA253B">
      <w:pPr>
        <w:jc w:val="center"/>
        <w:rPr>
          <w:rFonts w:ascii="Arial" w:hAnsi="Arial" w:cs="Arial"/>
          <w:b/>
          <w:sz w:val="28"/>
          <w:szCs w:val="28"/>
        </w:rPr>
      </w:pPr>
    </w:p>
    <w:p w:rsidR="00DA253B" w:rsidRDefault="00DA253B" w:rsidP="00DA253B">
      <w:pPr>
        <w:jc w:val="center"/>
        <w:rPr>
          <w:rFonts w:ascii="Arial" w:hAnsi="Arial" w:cs="Arial"/>
          <w:b/>
          <w:sz w:val="28"/>
          <w:szCs w:val="28"/>
        </w:rPr>
      </w:pPr>
    </w:p>
    <w:p w:rsidR="00DA253B" w:rsidRDefault="00DA253B" w:rsidP="00DA253B">
      <w:pPr>
        <w:jc w:val="right"/>
        <w:rPr>
          <w:rFonts w:ascii="Arial" w:hAnsi="Arial" w:cs="Arial"/>
          <w:b/>
          <w:sz w:val="24"/>
          <w:szCs w:val="24"/>
        </w:rPr>
      </w:pPr>
    </w:p>
    <w:p w:rsidR="00C44D74" w:rsidRDefault="00C44D74" w:rsidP="00DA253B">
      <w:pPr>
        <w:jc w:val="right"/>
        <w:rPr>
          <w:rFonts w:ascii="Arial" w:hAnsi="Arial" w:cs="Arial"/>
          <w:b/>
          <w:sz w:val="24"/>
          <w:szCs w:val="24"/>
        </w:rPr>
      </w:pPr>
    </w:p>
    <w:p w:rsidR="00C44D74" w:rsidRDefault="00C44D74" w:rsidP="00DA253B">
      <w:pPr>
        <w:jc w:val="right"/>
        <w:rPr>
          <w:rFonts w:ascii="Arial" w:hAnsi="Arial" w:cs="Arial"/>
          <w:b/>
          <w:sz w:val="24"/>
          <w:szCs w:val="24"/>
        </w:rPr>
      </w:pPr>
    </w:p>
    <w:p w:rsidR="00DA253B" w:rsidRDefault="00DA253B" w:rsidP="006B2576">
      <w:pPr>
        <w:rPr>
          <w:rFonts w:ascii="Arial" w:hAnsi="Arial" w:cs="Arial"/>
          <w:b/>
          <w:sz w:val="24"/>
          <w:szCs w:val="24"/>
        </w:rPr>
      </w:pPr>
    </w:p>
    <w:p w:rsidR="00C44D74" w:rsidRDefault="00C44D74" w:rsidP="009225ED">
      <w:pPr>
        <w:jc w:val="center"/>
        <w:rPr>
          <w:rFonts w:ascii="Arial" w:hAnsi="Arial" w:cs="Arial"/>
          <w:b/>
          <w:sz w:val="24"/>
          <w:szCs w:val="24"/>
        </w:rPr>
      </w:pPr>
    </w:p>
    <w:p w:rsidR="009225ED" w:rsidRDefault="00C44D74" w:rsidP="009225ED">
      <w:pPr>
        <w:jc w:val="center"/>
        <w:rPr>
          <w:rFonts w:ascii="Arial" w:hAnsi="Arial" w:cs="Arial"/>
          <w:b/>
          <w:sz w:val="24"/>
          <w:szCs w:val="24"/>
        </w:rPr>
      </w:pPr>
      <w:r w:rsidRPr="00C44D74">
        <w:rPr>
          <w:rFonts w:ascii="Arial" w:hAnsi="Arial" w:cs="Arial"/>
          <w:b/>
          <w:sz w:val="24"/>
          <w:szCs w:val="24"/>
        </w:rPr>
        <w:t>NOME DO ALUNO</w:t>
      </w:r>
    </w:p>
    <w:p w:rsidR="006B2576" w:rsidRDefault="006B2576" w:rsidP="006B2576">
      <w:pPr>
        <w:jc w:val="center"/>
        <w:rPr>
          <w:rFonts w:ascii="Arial" w:hAnsi="Arial" w:cs="Arial"/>
          <w:b/>
          <w:sz w:val="28"/>
          <w:szCs w:val="28"/>
        </w:rPr>
      </w:pPr>
    </w:p>
    <w:p w:rsidR="006B2576" w:rsidRDefault="006B2576" w:rsidP="006B2576">
      <w:pPr>
        <w:jc w:val="center"/>
        <w:rPr>
          <w:rFonts w:ascii="Arial" w:hAnsi="Arial" w:cs="Arial"/>
          <w:sz w:val="24"/>
          <w:szCs w:val="24"/>
        </w:rPr>
      </w:pPr>
    </w:p>
    <w:p w:rsidR="006B2576" w:rsidRDefault="006B2576" w:rsidP="006B2576">
      <w:pPr>
        <w:jc w:val="center"/>
        <w:rPr>
          <w:rFonts w:ascii="Arial" w:hAnsi="Arial" w:cs="Arial"/>
          <w:sz w:val="24"/>
          <w:szCs w:val="24"/>
        </w:rPr>
      </w:pPr>
    </w:p>
    <w:p w:rsidR="006B2576" w:rsidRPr="001B7DDE" w:rsidRDefault="006B2576" w:rsidP="006B257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Pr="001B7DDE">
        <w:rPr>
          <w:rFonts w:ascii="Arial" w:hAnsi="Arial" w:cs="Arial"/>
          <w:sz w:val="24"/>
          <w:szCs w:val="24"/>
        </w:rPr>
        <w:t>URI/SP</w:t>
      </w:r>
    </w:p>
    <w:p w:rsidR="006B2576" w:rsidRPr="001B7DDE" w:rsidRDefault="006B2576" w:rsidP="006B2576">
      <w:pPr>
        <w:jc w:val="center"/>
        <w:rPr>
          <w:rFonts w:ascii="Arial" w:hAnsi="Arial" w:cs="Arial"/>
          <w:sz w:val="24"/>
          <w:szCs w:val="24"/>
        </w:rPr>
      </w:pPr>
      <w:r w:rsidRPr="001B7DDE">
        <w:rPr>
          <w:rFonts w:ascii="Arial" w:hAnsi="Arial" w:cs="Arial"/>
          <w:sz w:val="24"/>
          <w:szCs w:val="24"/>
        </w:rPr>
        <w:t>2018</w:t>
      </w:r>
    </w:p>
    <w:p w:rsidR="006B2576" w:rsidRDefault="006B2576" w:rsidP="009225ED">
      <w:pPr>
        <w:jc w:val="center"/>
        <w:rPr>
          <w:rFonts w:ascii="Arial" w:hAnsi="Arial" w:cs="Arial"/>
          <w:b/>
          <w:sz w:val="28"/>
          <w:szCs w:val="28"/>
        </w:rPr>
      </w:pP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2"/>
          <w:lang w:eastAsia="pt-BR"/>
        </w:rPr>
        <w:id w:val="6605832"/>
        <w:docPartObj>
          <w:docPartGallery w:val="Table of Contents"/>
          <w:docPartUnique/>
        </w:docPartObj>
      </w:sdtPr>
      <w:sdtEndPr/>
      <w:sdtContent>
        <w:p w:rsidR="00961AAB" w:rsidRPr="00961AAB" w:rsidRDefault="00961AAB" w:rsidP="00961AAB">
          <w:pPr>
            <w:pStyle w:val="CabealhodoSumrio"/>
            <w:spacing w:after="240"/>
            <w:rPr>
              <w:rFonts w:ascii="Arial" w:hAnsi="Arial" w:cs="Arial"/>
            </w:rPr>
          </w:pPr>
          <w:r w:rsidRPr="00961AAB">
            <w:rPr>
              <w:rFonts w:ascii="Arial" w:hAnsi="Arial" w:cs="Arial"/>
              <w:color w:val="auto"/>
            </w:rPr>
            <w:t>SUMÁRIO</w:t>
          </w:r>
        </w:p>
        <w:p w:rsidR="00961AAB" w:rsidRPr="00961AAB" w:rsidRDefault="00AF5C0D">
          <w:pPr>
            <w:pStyle w:val="Sumrio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</w:rPr>
          </w:pPr>
          <w:r w:rsidRPr="00961AAB">
            <w:rPr>
              <w:rFonts w:ascii="Arial" w:hAnsi="Arial" w:cs="Arial"/>
            </w:rPr>
            <w:fldChar w:fldCharType="begin"/>
          </w:r>
          <w:r w:rsidR="00961AAB" w:rsidRPr="00961AAB">
            <w:rPr>
              <w:rFonts w:ascii="Arial" w:hAnsi="Arial" w:cs="Arial"/>
            </w:rPr>
            <w:instrText xml:space="preserve"> TOC \o "1-3" \h \z \u </w:instrText>
          </w:r>
          <w:r w:rsidRPr="00961AAB">
            <w:rPr>
              <w:rFonts w:ascii="Arial" w:hAnsi="Arial" w:cs="Arial"/>
            </w:rPr>
            <w:fldChar w:fldCharType="separate"/>
          </w:r>
          <w:hyperlink w:anchor="_Toc516671308" w:history="1">
            <w:r w:rsidR="00961AAB" w:rsidRPr="00961AAB">
              <w:rPr>
                <w:rStyle w:val="Hyperlink"/>
                <w:rFonts w:ascii="Arial" w:hAnsi="Arial" w:cs="Arial"/>
                <w:noProof/>
              </w:rPr>
              <w:t>1.</w:t>
            </w:r>
            <w:r w:rsidR="00961AAB" w:rsidRPr="00961AAB">
              <w:rPr>
                <w:rFonts w:ascii="Arial" w:eastAsiaTheme="minorEastAsia" w:hAnsi="Arial" w:cs="Arial"/>
                <w:noProof/>
              </w:rPr>
              <w:tab/>
            </w:r>
            <w:r w:rsidR="00961AAB" w:rsidRPr="00961AAB">
              <w:rPr>
                <w:rStyle w:val="Hyperlink"/>
                <w:rFonts w:ascii="Arial" w:hAnsi="Arial" w:cs="Arial"/>
                <w:noProof/>
              </w:rPr>
              <w:t>CARACTERIZAÇÃO DO ESTÁGIO</w:t>
            </w:r>
            <w:r w:rsidR="00961AAB" w:rsidRPr="00961AAB">
              <w:rPr>
                <w:rFonts w:ascii="Arial" w:hAnsi="Arial" w:cs="Arial"/>
                <w:noProof/>
                <w:webHidden/>
              </w:rPr>
              <w:tab/>
            </w:r>
            <w:r w:rsidRPr="00961AAB">
              <w:rPr>
                <w:rFonts w:ascii="Arial" w:hAnsi="Arial" w:cs="Arial"/>
                <w:noProof/>
                <w:webHidden/>
              </w:rPr>
              <w:fldChar w:fldCharType="begin"/>
            </w:r>
            <w:r w:rsidR="00961AAB" w:rsidRPr="00961AAB">
              <w:rPr>
                <w:rFonts w:ascii="Arial" w:hAnsi="Arial" w:cs="Arial"/>
                <w:noProof/>
                <w:webHidden/>
              </w:rPr>
              <w:instrText xml:space="preserve"> PAGEREF _Toc516671308 \h </w:instrText>
            </w:r>
            <w:r w:rsidRPr="00961AAB">
              <w:rPr>
                <w:rFonts w:ascii="Arial" w:hAnsi="Arial" w:cs="Arial"/>
                <w:noProof/>
                <w:webHidden/>
              </w:rPr>
            </w:r>
            <w:r w:rsidRPr="00961AA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1AAB" w:rsidRPr="00961AAB">
              <w:rPr>
                <w:rFonts w:ascii="Arial" w:hAnsi="Arial" w:cs="Arial"/>
                <w:noProof/>
                <w:webHidden/>
              </w:rPr>
              <w:t>4</w:t>
            </w:r>
            <w:r w:rsidRPr="00961AA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61AAB" w:rsidRPr="00961AAB" w:rsidRDefault="008103F4">
          <w:pPr>
            <w:pStyle w:val="Sumrio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</w:rPr>
          </w:pPr>
          <w:hyperlink w:anchor="_Toc516671309" w:history="1">
            <w:r w:rsidR="00961AAB" w:rsidRPr="00961AAB">
              <w:rPr>
                <w:rStyle w:val="Hyperlink"/>
                <w:rFonts w:ascii="Arial" w:hAnsi="Arial" w:cs="Arial"/>
                <w:noProof/>
              </w:rPr>
              <w:t>2.</w:t>
            </w:r>
            <w:r w:rsidR="00961AAB" w:rsidRPr="00961AAB">
              <w:rPr>
                <w:rFonts w:ascii="Arial" w:eastAsiaTheme="minorEastAsia" w:hAnsi="Arial" w:cs="Arial"/>
                <w:noProof/>
              </w:rPr>
              <w:tab/>
            </w:r>
            <w:r w:rsidR="00961AAB" w:rsidRPr="00961AAB">
              <w:rPr>
                <w:rStyle w:val="Hyperlink"/>
                <w:rFonts w:ascii="Arial" w:hAnsi="Arial" w:cs="Arial"/>
                <w:noProof/>
              </w:rPr>
              <w:t>CARACTERIZAÇÃO DA EMPRESA</w:t>
            </w:r>
            <w:r w:rsidR="00961AAB" w:rsidRPr="00961AAB">
              <w:rPr>
                <w:rFonts w:ascii="Arial" w:hAnsi="Arial" w:cs="Arial"/>
                <w:noProof/>
                <w:webHidden/>
              </w:rPr>
              <w:tab/>
            </w:r>
            <w:r w:rsidR="00AF5C0D" w:rsidRPr="00961AAB">
              <w:rPr>
                <w:rFonts w:ascii="Arial" w:hAnsi="Arial" w:cs="Arial"/>
                <w:noProof/>
                <w:webHidden/>
              </w:rPr>
              <w:fldChar w:fldCharType="begin"/>
            </w:r>
            <w:r w:rsidR="00961AAB" w:rsidRPr="00961AAB">
              <w:rPr>
                <w:rFonts w:ascii="Arial" w:hAnsi="Arial" w:cs="Arial"/>
                <w:noProof/>
                <w:webHidden/>
              </w:rPr>
              <w:instrText xml:space="preserve"> PAGEREF _Toc516671309 \h </w:instrText>
            </w:r>
            <w:r w:rsidR="00AF5C0D" w:rsidRPr="00961AAB">
              <w:rPr>
                <w:rFonts w:ascii="Arial" w:hAnsi="Arial" w:cs="Arial"/>
                <w:noProof/>
                <w:webHidden/>
              </w:rPr>
            </w:r>
            <w:r w:rsidR="00AF5C0D" w:rsidRPr="00961AA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1AAB" w:rsidRPr="00961AAB">
              <w:rPr>
                <w:rFonts w:ascii="Arial" w:hAnsi="Arial" w:cs="Arial"/>
                <w:noProof/>
                <w:webHidden/>
              </w:rPr>
              <w:t>5</w:t>
            </w:r>
            <w:r w:rsidR="00AF5C0D" w:rsidRPr="00961AA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61AAB" w:rsidRPr="00961AAB" w:rsidRDefault="008103F4">
          <w:pPr>
            <w:pStyle w:val="Sumrio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</w:rPr>
          </w:pPr>
          <w:hyperlink w:anchor="_Toc516671310" w:history="1">
            <w:r w:rsidR="00961AAB" w:rsidRPr="00961AAB">
              <w:rPr>
                <w:rStyle w:val="Hyperlink"/>
                <w:rFonts w:ascii="Arial" w:hAnsi="Arial" w:cs="Arial"/>
                <w:noProof/>
              </w:rPr>
              <w:t>3.</w:t>
            </w:r>
            <w:r w:rsidR="00961AAB" w:rsidRPr="00961AAB">
              <w:rPr>
                <w:rFonts w:ascii="Arial" w:eastAsiaTheme="minorEastAsia" w:hAnsi="Arial" w:cs="Arial"/>
                <w:noProof/>
              </w:rPr>
              <w:tab/>
            </w:r>
            <w:r w:rsidR="00961AAB" w:rsidRPr="00961AAB">
              <w:rPr>
                <w:rStyle w:val="Hyperlink"/>
                <w:rFonts w:ascii="Arial" w:hAnsi="Arial" w:cs="Arial"/>
                <w:noProof/>
              </w:rPr>
              <w:t>DESENVOLVIMENTO DO ESTÁGIO</w:t>
            </w:r>
            <w:r w:rsidR="00961AAB" w:rsidRPr="00961AAB">
              <w:rPr>
                <w:rFonts w:ascii="Arial" w:hAnsi="Arial" w:cs="Arial"/>
                <w:noProof/>
                <w:webHidden/>
              </w:rPr>
              <w:tab/>
            </w:r>
            <w:r w:rsidR="00AF5C0D" w:rsidRPr="00961AAB">
              <w:rPr>
                <w:rFonts w:ascii="Arial" w:hAnsi="Arial" w:cs="Arial"/>
                <w:noProof/>
                <w:webHidden/>
              </w:rPr>
              <w:fldChar w:fldCharType="begin"/>
            </w:r>
            <w:r w:rsidR="00961AAB" w:rsidRPr="00961AAB">
              <w:rPr>
                <w:rFonts w:ascii="Arial" w:hAnsi="Arial" w:cs="Arial"/>
                <w:noProof/>
                <w:webHidden/>
              </w:rPr>
              <w:instrText xml:space="preserve"> PAGEREF _Toc516671310 \h </w:instrText>
            </w:r>
            <w:r w:rsidR="00AF5C0D" w:rsidRPr="00961AAB">
              <w:rPr>
                <w:rFonts w:ascii="Arial" w:hAnsi="Arial" w:cs="Arial"/>
                <w:noProof/>
                <w:webHidden/>
              </w:rPr>
            </w:r>
            <w:r w:rsidR="00AF5C0D" w:rsidRPr="00961AA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1AAB" w:rsidRPr="00961AAB">
              <w:rPr>
                <w:rFonts w:ascii="Arial" w:hAnsi="Arial" w:cs="Arial"/>
                <w:noProof/>
                <w:webHidden/>
              </w:rPr>
              <w:t>5</w:t>
            </w:r>
            <w:r w:rsidR="00AF5C0D" w:rsidRPr="00961AA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61AAB" w:rsidRPr="00961AAB" w:rsidRDefault="008103F4">
          <w:pPr>
            <w:pStyle w:val="Sumrio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</w:rPr>
          </w:pPr>
          <w:hyperlink w:anchor="_Toc516671311" w:history="1">
            <w:r w:rsidR="00961AAB" w:rsidRPr="00961AAB">
              <w:rPr>
                <w:rStyle w:val="Hyperlink"/>
                <w:rFonts w:ascii="Arial" w:hAnsi="Arial" w:cs="Arial"/>
                <w:noProof/>
              </w:rPr>
              <w:t>4.</w:t>
            </w:r>
            <w:r w:rsidR="00961AAB" w:rsidRPr="00961AAB">
              <w:rPr>
                <w:rFonts w:ascii="Arial" w:eastAsiaTheme="minorEastAsia" w:hAnsi="Arial" w:cs="Arial"/>
                <w:noProof/>
              </w:rPr>
              <w:tab/>
            </w:r>
            <w:r w:rsidR="00961AAB" w:rsidRPr="00961AAB">
              <w:rPr>
                <w:rStyle w:val="Hyperlink"/>
                <w:rFonts w:ascii="Arial" w:hAnsi="Arial" w:cs="Arial"/>
                <w:noProof/>
              </w:rPr>
              <w:t>CONCLUSÃO</w:t>
            </w:r>
            <w:r w:rsidR="00961AAB" w:rsidRPr="00961AAB">
              <w:rPr>
                <w:rFonts w:ascii="Arial" w:hAnsi="Arial" w:cs="Arial"/>
                <w:noProof/>
                <w:webHidden/>
              </w:rPr>
              <w:tab/>
            </w:r>
            <w:r w:rsidR="00AF5C0D" w:rsidRPr="00961AAB">
              <w:rPr>
                <w:rFonts w:ascii="Arial" w:hAnsi="Arial" w:cs="Arial"/>
                <w:noProof/>
                <w:webHidden/>
              </w:rPr>
              <w:fldChar w:fldCharType="begin"/>
            </w:r>
            <w:r w:rsidR="00961AAB" w:rsidRPr="00961AAB">
              <w:rPr>
                <w:rFonts w:ascii="Arial" w:hAnsi="Arial" w:cs="Arial"/>
                <w:noProof/>
                <w:webHidden/>
              </w:rPr>
              <w:instrText xml:space="preserve"> PAGEREF _Toc516671311 \h </w:instrText>
            </w:r>
            <w:r w:rsidR="00AF5C0D" w:rsidRPr="00961AAB">
              <w:rPr>
                <w:rFonts w:ascii="Arial" w:hAnsi="Arial" w:cs="Arial"/>
                <w:noProof/>
                <w:webHidden/>
              </w:rPr>
            </w:r>
            <w:r w:rsidR="00AF5C0D" w:rsidRPr="00961AA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61AAB" w:rsidRPr="00961AAB">
              <w:rPr>
                <w:rFonts w:ascii="Arial" w:hAnsi="Arial" w:cs="Arial"/>
                <w:noProof/>
                <w:webHidden/>
              </w:rPr>
              <w:t>6</w:t>
            </w:r>
            <w:r w:rsidR="00AF5C0D" w:rsidRPr="00961AA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61AAB" w:rsidRDefault="00AF5C0D">
          <w:r w:rsidRPr="00961AAB">
            <w:rPr>
              <w:rFonts w:ascii="Arial" w:hAnsi="Arial" w:cs="Arial"/>
            </w:rPr>
            <w:fldChar w:fldCharType="end"/>
          </w:r>
        </w:p>
      </w:sdtContent>
    </w:sdt>
    <w:p w:rsidR="00961AAB" w:rsidRDefault="00961AAB" w:rsidP="009225ED">
      <w:pPr>
        <w:jc w:val="center"/>
        <w:rPr>
          <w:rFonts w:ascii="Arial" w:hAnsi="Arial" w:cs="Arial"/>
          <w:b/>
          <w:sz w:val="28"/>
          <w:szCs w:val="28"/>
        </w:rPr>
      </w:pPr>
    </w:p>
    <w:p w:rsidR="006B2576" w:rsidRDefault="006B2576" w:rsidP="009225ED">
      <w:pPr>
        <w:jc w:val="center"/>
        <w:rPr>
          <w:rFonts w:ascii="Arial" w:hAnsi="Arial" w:cs="Arial"/>
          <w:b/>
          <w:sz w:val="28"/>
          <w:szCs w:val="28"/>
        </w:rPr>
      </w:pPr>
    </w:p>
    <w:p w:rsidR="00C44D74" w:rsidRDefault="00C44D74" w:rsidP="00961AAB">
      <w:pPr>
        <w:rPr>
          <w:rFonts w:ascii="Arial" w:hAnsi="Arial" w:cs="Arial"/>
          <w:b/>
          <w:sz w:val="28"/>
          <w:szCs w:val="28"/>
        </w:rPr>
      </w:pPr>
    </w:p>
    <w:p w:rsidR="00C44D74" w:rsidRDefault="00C44D74" w:rsidP="009225ED">
      <w:pPr>
        <w:jc w:val="center"/>
        <w:rPr>
          <w:rFonts w:ascii="Arial" w:hAnsi="Arial" w:cs="Arial"/>
          <w:b/>
          <w:sz w:val="28"/>
          <w:szCs w:val="28"/>
        </w:rPr>
      </w:pPr>
    </w:p>
    <w:p w:rsidR="00C44D74" w:rsidRDefault="00C44D74" w:rsidP="009225ED">
      <w:pPr>
        <w:jc w:val="center"/>
        <w:rPr>
          <w:rFonts w:ascii="Arial" w:hAnsi="Arial" w:cs="Arial"/>
          <w:b/>
          <w:sz w:val="28"/>
          <w:szCs w:val="28"/>
        </w:rPr>
      </w:pPr>
    </w:p>
    <w:p w:rsidR="00C44D74" w:rsidRDefault="00C44D74" w:rsidP="009225ED">
      <w:pPr>
        <w:jc w:val="center"/>
        <w:rPr>
          <w:rFonts w:ascii="Arial" w:hAnsi="Arial" w:cs="Arial"/>
          <w:b/>
          <w:sz w:val="28"/>
          <w:szCs w:val="28"/>
        </w:rPr>
      </w:pPr>
    </w:p>
    <w:p w:rsidR="00C44D74" w:rsidRDefault="00C44D74" w:rsidP="009225ED">
      <w:pPr>
        <w:jc w:val="center"/>
        <w:rPr>
          <w:rFonts w:ascii="Arial" w:hAnsi="Arial" w:cs="Arial"/>
          <w:b/>
          <w:sz w:val="28"/>
          <w:szCs w:val="28"/>
        </w:rPr>
      </w:pPr>
    </w:p>
    <w:p w:rsidR="00C44D74" w:rsidRDefault="00C44D74" w:rsidP="009225ED">
      <w:pPr>
        <w:jc w:val="center"/>
        <w:rPr>
          <w:rFonts w:ascii="Arial" w:hAnsi="Arial" w:cs="Arial"/>
          <w:b/>
          <w:sz w:val="28"/>
          <w:szCs w:val="28"/>
        </w:rPr>
      </w:pPr>
    </w:p>
    <w:p w:rsidR="00C44D74" w:rsidRDefault="00C44D74" w:rsidP="009225ED">
      <w:pPr>
        <w:jc w:val="center"/>
        <w:rPr>
          <w:rFonts w:ascii="Arial" w:hAnsi="Arial" w:cs="Arial"/>
          <w:b/>
          <w:sz w:val="28"/>
          <w:szCs w:val="28"/>
        </w:rPr>
      </w:pPr>
    </w:p>
    <w:p w:rsidR="00C44D74" w:rsidRDefault="00C44D74" w:rsidP="009225ED">
      <w:pPr>
        <w:jc w:val="center"/>
        <w:rPr>
          <w:rFonts w:ascii="Arial" w:hAnsi="Arial" w:cs="Arial"/>
          <w:b/>
          <w:sz w:val="28"/>
          <w:szCs w:val="28"/>
        </w:rPr>
      </w:pPr>
    </w:p>
    <w:p w:rsidR="00C44D74" w:rsidRDefault="00C44D74" w:rsidP="009225ED">
      <w:pPr>
        <w:jc w:val="center"/>
        <w:rPr>
          <w:rFonts w:ascii="Arial" w:hAnsi="Arial" w:cs="Arial"/>
          <w:b/>
          <w:sz w:val="28"/>
          <w:szCs w:val="28"/>
        </w:rPr>
      </w:pPr>
    </w:p>
    <w:p w:rsidR="00C44D74" w:rsidRDefault="00C44D74" w:rsidP="009225ED">
      <w:pPr>
        <w:jc w:val="center"/>
        <w:rPr>
          <w:rFonts w:ascii="Arial" w:hAnsi="Arial" w:cs="Arial"/>
          <w:b/>
          <w:sz w:val="28"/>
          <w:szCs w:val="28"/>
        </w:rPr>
      </w:pPr>
    </w:p>
    <w:p w:rsidR="00C44D74" w:rsidRDefault="00C44D74" w:rsidP="009225ED">
      <w:pPr>
        <w:jc w:val="center"/>
        <w:rPr>
          <w:rFonts w:ascii="Arial" w:hAnsi="Arial" w:cs="Arial"/>
          <w:b/>
          <w:sz w:val="28"/>
          <w:szCs w:val="28"/>
        </w:rPr>
      </w:pPr>
    </w:p>
    <w:p w:rsidR="00C44D74" w:rsidRDefault="00C44D74" w:rsidP="009225ED">
      <w:pPr>
        <w:jc w:val="center"/>
        <w:rPr>
          <w:rFonts w:ascii="Arial" w:hAnsi="Arial" w:cs="Arial"/>
          <w:b/>
          <w:sz w:val="28"/>
          <w:szCs w:val="28"/>
        </w:rPr>
      </w:pPr>
    </w:p>
    <w:p w:rsidR="00C44D74" w:rsidRDefault="00C44D74" w:rsidP="009225ED">
      <w:pPr>
        <w:jc w:val="center"/>
        <w:rPr>
          <w:rFonts w:ascii="Arial" w:hAnsi="Arial" w:cs="Arial"/>
          <w:b/>
          <w:sz w:val="28"/>
          <w:szCs w:val="28"/>
        </w:rPr>
      </w:pPr>
    </w:p>
    <w:p w:rsidR="00C44D74" w:rsidRDefault="00C44D74" w:rsidP="009225ED">
      <w:pPr>
        <w:jc w:val="center"/>
        <w:rPr>
          <w:rFonts w:ascii="Arial" w:hAnsi="Arial" w:cs="Arial"/>
          <w:b/>
          <w:sz w:val="28"/>
          <w:szCs w:val="28"/>
        </w:rPr>
      </w:pPr>
    </w:p>
    <w:p w:rsidR="00C44D74" w:rsidRDefault="00C44D74" w:rsidP="009225ED">
      <w:pPr>
        <w:jc w:val="center"/>
        <w:rPr>
          <w:rFonts w:ascii="Arial" w:hAnsi="Arial" w:cs="Arial"/>
          <w:b/>
          <w:sz w:val="28"/>
          <w:szCs w:val="28"/>
        </w:rPr>
      </w:pPr>
    </w:p>
    <w:p w:rsidR="00961AAB" w:rsidRDefault="00961AAB" w:rsidP="009225ED">
      <w:pPr>
        <w:jc w:val="center"/>
        <w:rPr>
          <w:rFonts w:ascii="Arial" w:hAnsi="Arial" w:cs="Arial"/>
          <w:b/>
          <w:sz w:val="28"/>
          <w:szCs w:val="28"/>
        </w:rPr>
        <w:sectPr w:rsidR="00961AAB" w:rsidSect="001B7DDE">
          <w:headerReference w:type="default" r:id="rId8"/>
          <w:pgSz w:w="11906" w:h="16838"/>
          <w:pgMar w:top="993" w:right="991" w:bottom="1276" w:left="1843" w:header="0" w:footer="720" w:gutter="0"/>
          <w:cols w:space="720"/>
          <w:docGrid w:linePitch="360"/>
        </w:sectPr>
      </w:pPr>
    </w:p>
    <w:p w:rsidR="00C44D74" w:rsidRPr="00961AAB" w:rsidRDefault="00C44D74" w:rsidP="00961AAB">
      <w:pPr>
        <w:pStyle w:val="Ttulo1"/>
        <w:numPr>
          <w:ilvl w:val="0"/>
          <w:numId w:val="20"/>
        </w:numPr>
        <w:jc w:val="left"/>
        <w:rPr>
          <w:rFonts w:ascii="Arial" w:hAnsi="Arial" w:cs="Arial"/>
          <w:color w:val="auto"/>
          <w:sz w:val="28"/>
          <w:szCs w:val="28"/>
        </w:rPr>
      </w:pPr>
      <w:bookmarkStart w:id="0" w:name="_Toc516671308"/>
      <w:r w:rsidRPr="00961AAB">
        <w:rPr>
          <w:rFonts w:ascii="Arial" w:hAnsi="Arial" w:cs="Arial"/>
          <w:color w:val="auto"/>
          <w:sz w:val="28"/>
          <w:szCs w:val="28"/>
        </w:rPr>
        <w:lastRenderedPageBreak/>
        <w:t>CARACTERIZAÇÃO DO ESTÁGIO</w:t>
      </w:r>
      <w:bookmarkEnd w:id="0"/>
    </w:p>
    <w:p w:rsidR="00961AAB" w:rsidRDefault="00961AAB" w:rsidP="00C44D74">
      <w:pPr>
        <w:rPr>
          <w:rFonts w:ascii="Arial" w:hAnsi="Arial" w:cs="Arial"/>
          <w:color w:val="FF0000"/>
          <w:sz w:val="28"/>
          <w:szCs w:val="28"/>
        </w:rPr>
      </w:pPr>
    </w:p>
    <w:p w:rsidR="00A01A26" w:rsidRPr="00A01A26" w:rsidRDefault="00A01A26" w:rsidP="00C44D74">
      <w:pPr>
        <w:rPr>
          <w:rFonts w:ascii="Arial" w:hAnsi="Arial" w:cs="Arial"/>
          <w:color w:val="FF0000"/>
          <w:sz w:val="28"/>
          <w:szCs w:val="28"/>
        </w:rPr>
      </w:pPr>
      <w:r w:rsidRPr="00A01A26">
        <w:rPr>
          <w:rFonts w:ascii="Arial" w:hAnsi="Arial" w:cs="Arial"/>
          <w:color w:val="FF0000"/>
          <w:sz w:val="28"/>
          <w:szCs w:val="28"/>
        </w:rPr>
        <w:t>(</w:t>
      </w:r>
      <w:r w:rsidR="00C44D74" w:rsidRPr="00A01A26">
        <w:rPr>
          <w:rFonts w:ascii="Arial" w:hAnsi="Arial" w:cs="Arial"/>
          <w:color w:val="FF0000"/>
          <w:sz w:val="28"/>
          <w:szCs w:val="28"/>
        </w:rPr>
        <w:t>Neste Item devem estar registrados os seguintes dados</w:t>
      </w:r>
      <w:r w:rsidRPr="00A01A26">
        <w:rPr>
          <w:rFonts w:ascii="Arial" w:hAnsi="Arial" w:cs="Arial"/>
          <w:color w:val="FF0000"/>
          <w:sz w:val="28"/>
          <w:szCs w:val="28"/>
        </w:rPr>
        <w:t>)</w:t>
      </w:r>
    </w:p>
    <w:p w:rsidR="00A01A26" w:rsidRPr="00C44D74" w:rsidRDefault="00A01A26" w:rsidP="00C44D74">
      <w:pPr>
        <w:rPr>
          <w:rFonts w:ascii="Arial" w:hAnsi="Arial" w:cs="Arial"/>
          <w:sz w:val="28"/>
          <w:szCs w:val="28"/>
        </w:rPr>
      </w:pPr>
    </w:p>
    <w:p w:rsidR="00C44D74" w:rsidRPr="00A01A26" w:rsidRDefault="00C44D74" w:rsidP="00C44D74">
      <w:pPr>
        <w:rPr>
          <w:rFonts w:ascii="Arial" w:hAnsi="Arial" w:cs="Arial"/>
          <w:b/>
          <w:sz w:val="24"/>
          <w:szCs w:val="28"/>
        </w:rPr>
      </w:pPr>
      <w:r w:rsidRPr="00A01A26">
        <w:rPr>
          <w:rFonts w:ascii="Arial" w:hAnsi="Arial" w:cs="Arial"/>
          <w:b/>
          <w:sz w:val="24"/>
          <w:szCs w:val="28"/>
        </w:rPr>
        <w:t xml:space="preserve">Estagiário: </w:t>
      </w:r>
      <w:r w:rsidRPr="00A01A26">
        <w:rPr>
          <w:rFonts w:ascii="Arial" w:hAnsi="Arial" w:cs="Arial"/>
          <w:color w:val="FF0000"/>
          <w:sz w:val="24"/>
          <w:szCs w:val="28"/>
        </w:rPr>
        <w:t>(nome completo)</w:t>
      </w:r>
      <w:r w:rsidRPr="00A01A26">
        <w:rPr>
          <w:rFonts w:ascii="Arial" w:hAnsi="Arial" w:cs="Arial"/>
          <w:b/>
          <w:sz w:val="24"/>
          <w:szCs w:val="28"/>
        </w:rPr>
        <w:t xml:space="preserve">                                                RA: </w:t>
      </w:r>
      <w:r w:rsidRPr="00A01A26">
        <w:rPr>
          <w:rFonts w:ascii="Arial" w:hAnsi="Arial" w:cs="Arial"/>
          <w:sz w:val="24"/>
          <w:szCs w:val="28"/>
        </w:rPr>
        <w:t>_______</w:t>
      </w:r>
    </w:p>
    <w:p w:rsidR="00A01A26" w:rsidRPr="00A01A26" w:rsidRDefault="00A01A26" w:rsidP="00C44D74">
      <w:pPr>
        <w:rPr>
          <w:rFonts w:ascii="Arial" w:hAnsi="Arial" w:cs="Arial"/>
          <w:b/>
          <w:sz w:val="24"/>
          <w:szCs w:val="28"/>
        </w:rPr>
      </w:pPr>
    </w:p>
    <w:p w:rsidR="00C44D74" w:rsidRPr="00A01A26" w:rsidRDefault="00C44D74" w:rsidP="00C44D74">
      <w:pPr>
        <w:rPr>
          <w:rFonts w:ascii="Arial" w:hAnsi="Arial" w:cs="Arial"/>
          <w:b/>
          <w:sz w:val="24"/>
          <w:szCs w:val="28"/>
        </w:rPr>
      </w:pPr>
      <w:r w:rsidRPr="00A01A26">
        <w:rPr>
          <w:rFonts w:ascii="Arial" w:hAnsi="Arial" w:cs="Arial"/>
          <w:b/>
          <w:sz w:val="24"/>
          <w:szCs w:val="28"/>
        </w:rPr>
        <w:t xml:space="preserve">Curso: </w:t>
      </w:r>
      <w:r w:rsidRPr="00A01A26">
        <w:rPr>
          <w:rFonts w:ascii="Arial" w:hAnsi="Arial" w:cs="Arial"/>
          <w:sz w:val="24"/>
          <w:szCs w:val="28"/>
        </w:rPr>
        <w:t xml:space="preserve">Engenharia Ambiental                                         </w:t>
      </w:r>
      <w:r w:rsidR="006B2576">
        <w:rPr>
          <w:rFonts w:ascii="Arial" w:hAnsi="Arial" w:cs="Arial"/>
          <w:sz w:val="24"/>
          <w:szCs w:val="28"/>
        </w:rPr>
        <w:t xml:space="preserve">  </w:t>
      </w:r>
      <w:r w:rsidRPr="00A01A26">
        <w:rPr>
          <w:rFonts w:ascii="Arial" w:hAnsi="Arial" w:cs="Arial"/>
          <w:sz w:val="24"/>
          <w:szCs w:val="28"/>
        </w:rPr>
        <w:t xml:space="preserve">   </w:t>
      </w:r>
      <w:r w:rsidRPr="00A01A26">
        <w:rPr>
          <w:rFonts w:ascii="Arial" w:hAnsi="Arial" w:cs="Arial"/>
          <w:b/>
          <w:sz w:val="24"/>
          <w:szCs w:val="28"/>
        </w:rPr>
        <w:t>Perfil: _</w:t>
      </w:r>
      <w:r w:rsidR="006B2576">
        <w:rPr>
          <w:rFonts w:ascii="Arial" w:hAnsi="Arial" w:cs="Arial"/>
          <w:b/>
          <w:sz w:val="24"/>
          <w:szCs w:val="28"/>
        </w:rPr>
        <w:t>__</w:t>
      </w:r>
    </w:p>
    <w:p w:rsidR="00A01A26" w:rsidRPr="00A01A26" w:rsidRDefault="00A01A26" w:rsidP="00C44D74">
      <w:pPr>
        <w:rPr>
          <w:rFonts w:ascii="Arial" w:hAnsi="Arial" w:cs="Arial"/>
          <w:b/>
          <w:sz w:val="24"/>
          <w:szCs w:val="28"/>
        </w:rPr>
      </w:pPr>
    </w:p>
    <w:p w:rsidR="00C44D74" w:rsidRPr="00A01A26" w:rsidRDefault="00C44D74" w:rsidP="00C44D74">
      <w:pPr>
        <w:rPr>
          <w:rFonts w:ascii="Arial" w:hAnsi="Arial" w:cs="Arial"/>
          <w:b/>
          <w:sz w:val="24"/>
          <w:szCs w:val="28"/>
        </w:rPr>
      </w:pPr>
      <w:r w:rsidRPr="00A01A26">
        <w:rPr>
          <w:rFonts w:ascii="Arial" w:hAnsi="Arial" w:cs="Arial"/>
          <w:b/>
          <w:sz w:val="24"/>
          <w:szCs w:val="28"/>
        </w:rPr>
        <w:t xml:space="preserve">Concedente do Estágio: </w:t>
      </w:r>
      <w:r w:rsidRPr="00A01A26">
        <w:rPr>
          <w:rFonts w:ascii="Arial" w:hAnsi="Arial" w:cs="Arial"/>
          <w:color w:val="FF0000"/>
          <w:sz w:val="24"/>
          <w:szCs w:val="28"/>
        </w:rPr>
        <w:t>(nome da empresa</w:t>
      </w:r>
      <w:r w:rsidR="00765E8E">
        <w:rPr>
          <w:rFonts w:ascii="Arial" w:hAnsi="Arial" w:cs="Arial"/>
          <w:color w:val="FF0000"/>
          <w:sz w:val="24"/>
          <w:szCs w:val="28"/>
        </w:rPr>
        <w:t xml:space="preserve"> ou instituição</w:t>
      </w:r>
      <w:r w:rsidRPr="00A01A26">
        <w:rPr>
          <w:rFonts w:ascii="Arial" w:hAnsi="Arial" w:cs="Arial"/>
          <w:color w:val="FF0000"/>
          <w:sz w:val="24"/>
          <w:szCs w:val="28"/>
        </w:rPr>
        <w:t>)</w:t>
      </w:r>
    </w:p>
    <w:p w:rsidR="00A01A26" w:rsidRPr="00A01A26" w:rsidRDefault="00A01A26" w:rsidP="00C44D74">
      <w:pPr>
        <w:rPr>
          <w:rFonts w:ascii="Arial" w:hAnsi="Arial" w:cs="Arial"/>
          <w:b/>
          <w:sz w:val="24"/>
          <w:szCs w:val="28"/>
        </w:rPr>
      </w:pPr>
    </w:p>
    <w:p w:rsidR="00C44D74" w:rsidRPr="00A01A26" w:rsidRDefault="00C44D74" w:rsidP="00C44D74">
      <w:pPr>
        <w:rPr>
          <w:rFonts w:ascii="Arial" w:hAnsi="Arial" w:cs="Arial"/>
          <w:b/>
          <w:sz w:val="24"/>
          <w:szCs w:val="28"/>
        </w:rPr>
      </w:pPr>
      <w:r w:rsidRPr="00A01A26">
        <w:rPr>
          <w:rFonts w:ascii="Arial" w:hAnsi="Arial" w:cs="Arial"/>
          <w:b/>
          <w:sz w:val="24"/>
          <w:szCs w:val="28"/>
        </w:rPr>
        <w:t xml:space="preserve">Ramo de Atividade: </w:t>
      </w:r>
      <w:r w:rsidRPr="00A01A26">
        <w:rPr>
          <w:rFonts w:ascii="Arial" w:hAnsi="Arial" w:cs="Arial"/>
          <w:color w:val="FF0000"/>
          <w:sz w:val="24"/>
          <w:szCs w:val="28"/>
        </w:rPr>
        <w:t>(negócio da empresa</w:t>
      </w:r>
      <w:r w:rsidR="00765E8E">
        <w:rPr>
          <w:rFonts w:ascii="Arial" w:hAnsi="Arial" w:cs="Arial"/>
          <w:color w:val="FF0000"/>
          <w:sz w:val="24"/>
          <w:szCs w:val="28"/>
        </w:rPr>
        <w:t xml:space="preserve"> ou instituição</w:t>
      </w:r>
      <w:r w:rsidRPr="00A01A26">
        <w:rPr>
          <w:rFonts w:ascii="Arial" w:hAnsi="Arial" w:cs="Arial"/>
          <w:color w:val="FF0000"/>
          <w:sz w:val="24"/>
          <w:szCs w:val="28"/>
        </w:rPr>
        <w:t>)</w:t>
      </w:r>
    </w:p>
    <w:p w:rsidR="00A01A26" w:rsidRPr="00A01A26" w:rsidRDefault="00A01A26" w:rsidP="00C44D74">
      <w:pPr>
        <w:rPr>
          <w:rFonts w:ascii="Arial" w:hAnsi="Arial" w:cs="Arial"/>
          <w:b/>
          <w:sz w:val="24"/>
          <w:szCs w:val="28"/>
        </w:rPr>
      </w:pPr>
    </w:p>
    <w:p w:rsidR="00C44D74" w:rsidRPr="00A01A26" w:rsidRDefault="00C44D74" w:rsidP="00C44D74">
      <w:pPr>
        <w:rPr>
          <w:rFonts w:ascii="Arial" w:hAnsi="Arial" w:cs="Arial"/>
          <w:b/>
          <w:sz w:val="24"/>
          <w:szCs w:val="28"/>
        </w:rPr>
      </w:pPr>
      <w:r w:rsidRPr="00A01A26">
        <w:rPr>
          <w:rFonts w:ascii="Arial" w:hAnsi="Arial" w:cs="Arial"/>
          <w:b/>
          <w:sz w:val="24"/>
          <w:szCs w:val="28"/>
        </w:rPr>
        <w:t xml:space="preserve">Localização: </w:t>
      </w:r>
      <w:r w:rsidRPr="00A01A26">
        <w:rPr>
          <w:rFonts w:ascii="Arial" w:hAnsi="Arial" w:cs="Arial"/>
          <w:color w:val="FF0000"/>
          <w:sz w:val="24"/>
          <w:szCs w:val="28"/>
        </w:rPr>
        <w:t>(endereço completo)</w:t>
      </w:r>
    </w:p>
    <w:p w:rsidR="00A01A26" w:rsidRPr="00A01A26" w:rsidRDefault="00A01A26" w:rsidP="00C44D74">
      <w:pPr>
        <w:rPr>
          <w:rFonts w:ascii="Arial" w:hAnsi="Arial" w:cs="Arial"/>
          <w:b/>
          <w:sz w:val="24"/>
          <w:szCs w:val="28"/>
        </w:rPr>
      </w:pPr>
    </w:p>
    <w:p w:rsidR="00C44D74" w:rsidRPr="00A01A26" w:rsidRDefault="00C44D74" w:rsidP="00C44D74">
      <w:pPr>
        <w:rPr>
          <w:rFonts w:ascii="Arial" w:hAnsi="Arial" w:cs="Arial"/>
          <w:b/>
          <w:sz w:val="24"/>
          <w:szCs w:val="28"/>
        </w:rPr>
      </w:pPr>
      <w:r w:rsidRPr="00A01A26">
        <w:rPr>
          <w:rFonts w:ascii="Arial" w:hAnsi="Arial" w:cs="Arial"/>
          <w:b/>
          <w:sz w:val="24"/>
          <w:szCs w:val="28"/>
        </w:rPr>
        <w:t xml:space="preserve">Período do Estágio: </w:t>
      </w:r>
      <w:r w:rsidRPr="00A01A26">
        <w:rPr>
          <w:rFonts w:ascii="Arial" w:hAnsi="Arial" w:cs="Arial"/>
          <w:color w:val="FF0000"/>
          <w:sz w:val="24"/>
          <w:szCs w:val="28"/>
        </w:rPr>
        <w:t>(dia/mês/ano do início e fim)</w:t>
      </w:r>
    </w:p>
    <w:p w:rsidR="00A01A26" w:rsidRPr="00A01A26" w:rsidRDefault="00A01A26" w:rsidP="00C44D74">
      <w:pPr>
        <w:rPr>
          <w:rFonts w:ascii="Arial" w:hAnsi="Arial" w:cs="Arial"/>
          <w:b/>
          <w:sz w:val="24"/>
          <w:szCs w:val="28"/>
        </w:rPr>
      </w:pPr>
    </w:p>
    <w:p w:rsidR="00C44D74" w:rsidRPr="00A01A26" w:rsidRDefault="00C44D74" w:rsidP="00C44D74">
      <w:pPr>
        <w:rPr>
          <w:rFonts w:ascii="Arial" w:hAnsi="Arial" w:cs="Arial"/>
          <w:b/>
          <w:sz w:val="24"/>
          <w:szCs w:val="28"/>
        </w:rPr>
      </w:pPr>
      <w:r w:rsidRPr="00A01A26">
        <w:rPr>
          <w:rFonts w:ascii="Arial" w:hAnsi="Arial" w:cs="Arial"/>
          <w:b/>
          <w:sz w:val="24"/>
          <w:szCs w:val="28"/>
        </w:rPr>
        <w:t xml:space="preserve">Carga horária realizada: </w:t>
      </w:r>
      <w:r w:rsidRPr="00A01A26">
        <w:rPr>
          <w:rFonts w:ascii="Arial" w:hAnsi="Arial" w:cs="Arial"/>
          <w:color w:val="FF0000"/>
          <w:sz w:val="24"/>
          <w:szCs w:val="28"/>
        </w:rPr>
        <w:t>(número total de horas de estágio)</w:t>
      </w:r>
    </w:p>
    <w:p w:rsidR="00A01A26" w:rsidRPr="00A01A26" w:rsidRDefault="00A01A26" w:rsidP="00C44D74">
      <w:pPr>
        <w:rPr>
          <w:rFonts w:ascii="Arial" w:hAnsi="Arial" w:cs="Arial"/>
          <w:b/>
          <w:sz w:val="24"/>
          <w:szCs w:val="28"/>
        </w:rPr>
      </w:pPr>
    </w:p>
    <w:p w:rsidR="00C44D74" w:rsidRPr="00A01A26" w:rsidRDefault="00C44D74" w:rsidP="00C44D74">
      <w:pPr>
        <w:rPr>
          <w:rFonts w:ascii="Arial" w:hAnsi="Arial" w:cs="Arial"/>
          <w:b/>
          <w:color w:val="FF0000"/>
          <w:sz w:val="24"/>
          <w:szCs w:val="28"/>
        </w:rPr>
      </w:pPr>
      <w:r w:rsidRPr="00A01A26">
        <w:rPr>
          <w:rFonts w:ascii="Arial" w:hAnsi="Arial" w:cs="Arial"/>
          <w:b/>
          <w:sz w:val="24"/>
          <w:szCs w:val="28"/>
        </w:rPr>
        <w:t xml:space="preserve">Professor Orientador: </w:t>
      </w:r>
      <w:r w:rsidRPr="00A01A26">
        <w:rPr>
          <w:rFonts w:ascii="Arial" w:hAnsi="Arial" w:cs="Arial"/>
          <w:color w:val="FF0000"/>
          <w:sz w:val="24"/>
          <w:szCs w:val="28"/>
        </w:rPr>
        <w:t>(nome completo)</w:t>
      </w:r>
    </w:p>
    <w:p w:rsidR="00A01A26" w:rsidRPr="00A01A26" w:rsidRDefault="00A01A26" w:rsidP="00C44D74">
      <w:pPr>
        <w:rPr>
          <w:rFonts w:ascii="Arial" w:hAnsi="Arial" w:cs="Arial"/>
          <w:b/>
          <w:sz w:val="24"/>
          <w:szCs w:val="28"/>
        </w:rPr>
      </w:pPr>
    </w:p>
    <w:p w:rsidR="00C44D74" w:rsidRPr="00C44D74" w:rsidRDefault="00C44D74" w:rsidP="00C44D74">
      <w:pPr>
        <w:rPr>
          <w:rFonts w:ascii="Arial" w:hAnsi="Arial" w:cs="Arial"/>
          <w:b/>
          <w:sz w:val="28"/>
          <w:szCs w:val="28"/>
        </w:rPr>
      </w:pPr>
      <w:r w:rsidRPr="00A01A26">
        <w:rPr>
          <w:rFonts w:ascii="Arial" w:hAnsi="Arial" w:cs="Arial"/>
          <w:b/>
          <w:sz w:val="24"/>
          <w:szCs w:val="28"/>
        </w:rPr>
        <w:t xml:space="preserve">Supervisor do Estágio: </w:t>
      </w:r>
      <w:r w:rsidRPr="00A01A26">
        <w:rPr>
          <w:rFonts w:ascii="Arial" w:hAnsi="Arial" w:cs="Arial"/>
          <w:color w:val="FF0000"/>
          <w:sz w:val="24"/>
          <w:szCs w:val="28"/>
        </w:rPr>
        <w:t>(nome completo)</w:t>
      </w:r>
    </w:p>
    <w:p w:rsidR="00C44D74" w:rsidRDefault="00C44D74" w:rsidP="00C44D74">
      <w:pPr>
        <w:rPr>
          <w:rFonts w:ascii="Arial" w:hAnsi="Arial" w:cs="Arial"/>
          <w:b/>
          <w:sz w:val="28"/>
          <w:szCs w:val="28"/>
        </w:rPr>
      </w:pPr>
    </w:p>
    <w:p w:rsidR="00A01A26" w:rsidRDefault="00A01A26" w:rsidP="00C44D74">
      <w:pPr>
        <w:rPr>
          <w:rFonts w:ascii="Arial" w:hAnsi="Arial" w:cs="Arial"/>
          <w:b/>
          <w:sz w:val="28"/>
          <w:szCs w:val="28"/>
        </w:rPr>
      </w:pPr>
    </w:p>
    <w:p w:rsidR="00A01A26" w:rsidRDefault="00A01A26" w:rsidP="00A01A26">
      <w:pPr>
        <w:pStyle w:val="PargrafodaLista"/>
        <w:numPr>
          <w:ilvl w:val="0"/>
          <w:numId w:val="11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INTRODUÇÃO</w:t>
      </w:r>
    </w:p>
    <w:p w:rsidR="006B2576" w:rsidRDefault="006B2576" w:rsidP="006B2576">
      <w:pPr>
        <w:pStyle w:val="PargrafodaLista"/>
        <w:rPr>
          <w:rFonts w:ascii="Arial" w:hAnsi="Arial" w:cs="Arial"/>
          <w:b/>
          <w:sz w:val="28"/>
          <w:szCs w:val="28"/>
        </w:rPr>
      </w:pPr>
    </w:p>
    <w:p w:rsidR="006B2576" w:rsidRDefault="006B2576" w:rsidP="006B2576">
      <w:pPr>
        <w:ind w:firstLine="36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A introdução deve compreender um texto breve, que explique claramente o objetivo do estágio, apresentando uma visão geral sobre os pontos que serão abordados no relatório. </w:t>
      </w:r>
    </w:p>
    <w:p w:rsidR="00A01A26" w:rsidRDefault="00A01A26" w:rsidP="00A01A26">
      <w:pPr>
        <w:ind w:firstLine="360"/>
        <w:jc w:val="both"/>
        <w:rPr>
          <w:rFonts w:ascii="Arial" w:hAnsi="Arial" w:cs="Arial"/>
          <w:color w:val="FF0000"/>
          <w:sz w:val="24"/>
          <w:szCs w:val="24"/>
        </w:rPr>
      </w:pPr>
    </w:p>
    <w:p w:rsidR="00AC0269" w:rsidRDefault="00AC0269" w:rsidP="00A01A26">
      <w:pPr>
        <w:ind w:firstLine="360"/>
        <w:jc w:val="both"/>
        <w:rPr>
          <w:rFonts w:ascii="Arial" w:hAnsi="Arial" w:cs="Arial"/>
          <w:color w:val="FF0000"/>
          <w:sz w:val="24"/>
          <w:szCs w:val="24"/>
        </w:rPr>
      </w:pPr>
    </w:p>
    <w:p w:rsidR="00AC0269" w:rsidRDefault="00AC0269" w:rsidP="00A01A26">
      <w:pPr>
        <w:ind w:firstLine="360"/>
        <w:jc w:val="both"/>
        <w:rPr>
          <w:rFonts w:ascii="Arial" w:hAnsi="Arial" w:cs="Arial"/>
          <w:color w:val="FF0000"/>
          <w:sz w:val="24"/>
          <w:szCs w:val="24"/>
        </w:rPr>
      </w:pPr>
    </w:p>
    <w:p w:rsidR="00AC0269" w:rsidRDefault="00AC0269" w:rsidP="00A01A26">
      <w:pPr>
        <w:ind w:firstLine="360"/>
        <w:jc w:val="both"/>
        <w:rPr>
          <w:rFonts w:ascii="Arial" w:hAnsi="Arial" w:cs="Arial"/>
          <w:color w:val="FF0000"/>
          <w:sz w:val="24"/>
          <w:szCs w:val="24"/>
        </w:rPr>
      </w:pPr>
    </w:p>
    <w:p w:rsidR="00AC0269" w:rsidRDefault="00AC0269" w:rsidP="00A01A26">
      <w:pPr>
        <w:ind w:firstLine="360"/>
        <w:jc w:val="both"/>
        <w:rPr>
          <w:rFonts w:ascii="Arial" w:hAnsi="Arial" w:cs="Arial"/>
          <w:color w:val="FF0000"/>
          <w:sz w:val="24"/>
          <w:szCs w:val="24"/>
        </w:rPr>
      </w:pPr>
    </w:p>
    <w:p w:rsidR="00A01A26" w:rsidRPr="00961AAB" w:rsidRDefault="00A01A26" w:rsidP="00961AAB">
      <w:pPr>
        <w:pStyle w:val="Ttulo1"/>
        <w:numPr>
          <w:ilvl w:val="0"/>
          <w:numId w:val="20"/>
        </w:numPr>
        <w:jc w:val="left"/>
        <w:rPr>
          <w:rFonts w:ascii="Arial" w:hAnsi="Arial" w:cs="Arial"/>
          <w:color w:val="auto"/>
          <w:sz w:val="28"/>
          <w:szCs w:val="28"/>
        </w:rPr>
      </w:pPr>
      <w:bookmarkStart w:id="1" w:name="_Toc516671309"/>
      <w:r w:rsidRPr="00961AAB">
        <w:rPr>
          <w:rFonts w:ascii="Arial" w:hAnsi="Arial" w:cs="Arial"/>
          <w:color w:val="auto"/>
          <w:sz w:val="28"/>
          <w:szCs w:val="28"/>
        </w:rPr>
        <w:t>CARACTERIZAÇÃO DA EMPRESA</w:t>
      </w:r>
      <w:bookmarkEnd w:id="1"/>
    </w:p>
    <w:p w:rsidR="006B2576" w:rsidRDefault="006B2576" w:rsidP="00A01A26">
      <w:pPr>
        <w:ind w:firstLine="360"/>
        <w:jc w:val="both"/>
        <w:rPr>
          <w:rFonts w:ascii="Arial" w:hAnsi="Arial" w:cs="Arial"/>
          <w:color w:val="FF0000"/>
          <w:sz w:val="24"/>
          <w:szCs w:val="28"/>
        </w:rPr>
      </w:pPr>
    </w:p>
    <w:p w:rsidR="00A01A26" w:rsidRPr="00A01A26" w:rsidRDefault="006B2576" w:rsidP="00A01A26">
      <w:pPr>
        <w:ind w:firstLine="360"/>
        <w:jc w:val="both"/>
        <w:rPr>
          <w:rFonts w:ascii="Arial" w:hAnsi="Arial" w:cs="Arial"/>
          <w:color w:val="FF0000"/>
          <w:sz w:val="24"/>
          <w:szCs w:val="28"/>
        </w:rPr>
      </w:pPr>
      <w:r>
        <w:rPr>
          <w:rFonts w:ascii="Arial" w:hAnsi="Arial" w:cs="Arial"/>
          <w:color w:val="FF0000"/>
          <w:sz w:val="24"/>
          <w:szCs w:val="28"/>
        </w:rPr>
        <w:t>Este tópico deve conter a</w:t>
      </w:r>
      <w:r w:rsidR="00A01A26" w:rsidRPr="00A01A26">
        <w:rPr>
          <w:rFonts w:ascii="Arial" w:hAnsi="Arial" w:cs="Arial"/>
          <w:color w:val="FF0000"/>
          <w:sz w:val="24"/>
          <w:szCs w:val="28"/>
        </w:rPr>
        <w:t xml:space="preserve"> descrição da empresa onde </w:t>
      </w:r>
      <w:r>
        <w:rPr>
          <w:rFonts w:ascii="Arial" w:hAnsi="Arial" w:cs="Arial"/>
          <w:color w:val="FF0000"/>
          <w:sz w:val="24"/>
          <w:szCs w:val="28"/>
        </w:rPr>
        <w:t>foi realizado</w:t>
      </w:r>
      <w:r w:rsidR="00A01A26" w:rsidRPr="00A01A26">
        <w:rPr>
          <w:rFonts w:ascii="Arial" w:hAnsi="Arial" w:cs="Arial"/>
          <w:color w:val="FF0000"/>
          <w:sz w:val="24"/>
          <w:szCs w:val="28"/>
        </w:rPr>
        <w:t xml:space="preserve"> o estágio, </w:t>
      </w:r>
      <w:r>
        <w:rPr>
          <w:rFonts w:ascii="Arial" w:hAnsi="Arial" w:cs="Arial"/>
          <w:color w:val="FF0000"/>
          <w:sz w:val="24"/>
          <w:szCs w:val="28"/>
        </w:rPr>
        <w:t xml:space="preserve">incluindo informações como </w:t>
      </w:r>
      <w:r w:rsidR="00A01A26" w:rsidRPr="00A01A26">
        <w:rPr>
          <w:rFonts w:ascii="Arial" w:hAnsi="Arial" w:cs="Arial"/>
          <w:color w:val="FF0000"/>
          <w:sz w:val="24"/>
          <w:szCs w:val="28"/>
        </w:rPr>
        <w:t>localização, principais produtos e serviços oferecidos</w:t>
      </w:r>
      <w:r>
        <w:rPr>
          <w:rFonts w:ascii="Arial" w:hAnsi="Arial" w:cs="Arial"/>
          <w:color w:val="FF0000"/>
          <w:sz w:val="24"/>
          <w:szCs w:val="28"/>
        </w:rPr>
        <w:t>, setores que a compõe, perfil do cliente, e outras que forem consideradas pertinentes. Deve-se, contudo, d</w:t>
      </w:r>
      <w:r w:rsidR="00A01A26" w:rsidRPr="00A01A26">
        <w:rPr>
          <w:rFonts w:ascii="Arial" w:hAnsi="Arial" w:cs="Arial"/>
          <w:color w:val="FF0000"/>
          <w:sz w:val="24"/>
          <w:szCs w:val="28"/>
        </w:rPr>
        <w:t>estacar o setor ou departamento onde</w:t>
      </w:r>
      <w:r w:rsidR="00A01A26">
        <w:rPr>
          <w:rFonts w:ascii="Arial" w:hAnsi="Arial" w:cs="Arial"/>
          <w:color w:val="FF0000"/>
          <w:sz w:val="24"/>
          <w:szCs w:val="28"/>
        </w:rPr>
        <w:t xml:space="preserve"> </w:t>
      </w:r>
      <w:r w:rsidR="00A01A26" w:rsidRPr="00A01A26">
        <w:rPr>
          <w:rFonts w:ascii="Arial" w:hAnsi="Arial" w:cs="Arial"/>
          <w:color w:val="FF0000"/>
          <w:sz w:val="24"/>
          <w:szCs w:val="28"/>
        </w:rPr>
        <w:t>ocorreu o estágio.</w:t>
      </w:r>
    </w:p>
    <w:p w:rsidR="00A01A26" w:rsidRDefault="00AC0269" w:rsidP="00A01A26">
      <w:pPr>
        <w:ind w:firstLine="360"/>
        <w:jc w:val="both"/>
        <w:rPr>
          <w:rFonts w:ascii="Arial" w:hAnsi="Arial" w:cs="Arial"/>
          <w:color w:val="FF0000"/>
          <w:sz w:val="24"/>
          <w:szCs w:val="28"/>
        </w:rPr>
      </w:pPr>
      <w:r>
        <w:rPr>
          <w:rFonts w:ascii="Arial" w:hAnsi="Arial" w:cs="Arial"/>
          <w:color w:val="FF0000"/>
          <w:sz w:val="24"/>
          <w:szCs w:val="28"/>
        </w:rPr>
        <w:t xml:space="preserve">Neste tópico, podem ser incluídas ainda informações como </w:t>
      </w:r>
      <w:r w:rsidR="00A01A26" w:rsidRPr="00A01A26">
        <w:rPr>
          <w:rFonts w:ascii="Arial" w:hAnsi="Arial" w:cs="Arial"/>
          <w:color w:val="FF0000"/>
          <w:sz w:val="24"/>
          <w:szCs w:val="28"/>
        </w:rPr>
        <w:t>aspectos</w:t>
      </w:r>
      <w:r w:rsidR="00A01A26">
        <w:rPr>
          <w:rFonts w:ascii="Arial" w:hAnsi="Arial" w:cs="Arial"/>
          <w:color w:val="FF0000"/>
          <w:sz w:val="24"/>
          <w:szCs w:val="28"/>
        </w:rPr>
        <w:t xml:space="preserve"> </w:t>
      </w:r>
      <w:r w:rsidR="00A01A26" w:rsidRPr="00A01A26">
        <w:rPr>
          <w:rFonts w:ascii="Arial" w:hAnsi="Arial" w:cs="Arial"/>
          <w:color w:val="FF0000"/>
          <w:sz w:val="24"/>
          <w:szCs w:val="28"/>
        </w:rPr>
        <w:t>administrativos, a filosofia da empresa, relacionamento com pessoas</w:t>
      </w:r>
      <w:r w:rsidR="00A01A26">
        <w:rPr>
          <w:rFonts w:ascii="Arial" w:hAnsi="Arial" w:cs="Arial"/>
          <w:color w:val="FF0000"/>
          <w:sz w:val="24"/>
          <w:szCs w:val="28"/>
        </w:rPr>
        <w:t xml:space="preserve"> </w:t>
      </w:r>
      <w:r w:rsidR="00A01A26" w:rsidRPr="00A01A26">
        <w:rPr>
          <w:rFonts w:ascii="Arial" w:hAnsi="Arial" w:cs="Arial"/>
          <w:color w:val="FF0000"/>
          <w:sz w:val="24"/>
          <w:szCs w:val="28"/>
        </w:rPr>
        <w:t>de</w:t>
      </w:r>
      <w:r>
        <w:rPr>
          <w:rFonts w:ascii="Arial" w:hAnsi="Arial" w:cs="Arial"/>
          <w:color w:val="FF0000"/>
          <w:sz w:val="24"/>
          <w:szCs w:val="28"/>
        </w:rPr>
        <w:t xml:space="preserve"> diferentes níveis hierárquicos, e outros, </w:t>
      </w:r>
      <w:r w:rsidR="00A01A26" w:rsidRPr="00A01A26">
        <w:rPr>
          <w:rFonts w:ascii="Arial" w:hAnsi="Arial" w:cs="Arial"/>
          <w:color w:val="FF0000"/>
          <w:sz w:val="24"/>
          <w:szCs w:val="28"/>
        </w:rPr>
        <w:t>que observou na empresa</w:t>
      </w:r>
      <w:r>
        <w:rPr>
          <w:rFonts w:ascii="Arial" w:hAnsi="Arial" w:cs="Arial"/>
          <w:color w:val="FF0000"/>
          <w:sz w:val="24"/>
          <w:szCs w:val="28"/>
        </w:rPr>
        <w:t xml:space="preserve"> durante a realização do estágio</w:t>
      </w:r>
      <w:r w:rsidR="00A01A26" w:rsidRPr="00A01A26">
        <w:rPr>
          <w:rFonts w:ascii="Arial" w:hAnsi="Arial" w:cs="Arial"/>
          <w:color w:val="FF0000"/>
          <w:sz w:val="24"/>
          <w:szCs w:val="28"/>
        </w:rPr>
        <w:t>, sempre</w:t>
      </w:r>
      <w:r w:rsidR="00A01A26">
        <w:rPr>
          <w:rFonts w:ascii="Arial" w:hAnsi="Arial" w:cs="Arial"/>
          <w:color w:val="FF0000"/>
          <w:sz w:val="24"/>
          <w:szCs w:val="28"/>
        </w:rPr>
        <w:t xml:space="preserve"> </w:t>
      </w:r>
      <w:r w:rsidR="00A01A26" w:rsidRPr="00A01A26">
        <w:rPr>
          <w:rFonts w:ascii="Arial" w:hAnsi="Arial" w:cs="Arial"/>
          <w:color w:val="FF0000"/>
          <w:sz w:val="24"/>
          <w:szCs w:val="28"/>
        </w:rPr>
        <w:t>tomando cuidado com os aspectos éticos envolvidos em tal</w:t>
      </w:r>
      <w:r w:rsidR="00A01A26">
        <w:rPr>
          <w:rFonts w:ascii="Arial" w:hAnsi="Arial" w:cs="Arial"/>
          <w:color w:val="FF0000"/>
          <w:sz w:val="24"/>
          <w:szCs w:val="28"/>
        </w:rPr>
        <w:t xml:space="preserve"> </w:t>
      </w:r>
      <w:r w:rsidR="00A01A26" w:rsidRPr="00A01A26">
        <w:rPr>
          <w:rFonts w:ascii="Arial" w:hAnsi="Arial" w:cs="Arial"/>
          <w:color w:val="FF0000"/>
          <w:sz w:val="24"/>
          <w:szCs w:val="28"/>
        </w:rPr>
        <w:t>abordagem.</w:t>
      </w:r>
    </w:p>
    <w:p w:rsidR="00A01A26" w:rsidRDefault="00A01A26" w:rsidP="00A01A26">
      <w:pPr>
        <w:ind w:firstLine="360"/>
        <w:jc w:val="both"/>
        <w:rPr>
          <w:rFonts w:ascii="Arial" w:hAnsi="Arial" w:cs="Arial"/>
          <w:color w:val="FF0000"/>
          <w:sz w:val="24"/>
          <w:szCs w:val="28"/>
        </w:rPr>
      </w:pPr>
    </w:p>
    <w:p w:rsidR="00A01A26" w:rsidRDefault="00A01A26" w:rsidP="00A01A26">
      <w:pPr>
        <w:ind w:firstLine="360"/>
        <w:jc w:val="both"/>
        <w:rPr>
          <w:rFonts w:ascii="Arial" w:hAnsi="Arial" w:cs="Arial"/>
          <w:color w:val="FF0000"/>
          <w:sz w:val="24"/>
          <w:szCs w:val="28"/>
        </w:rPr>
      </w:pPr>
    </w:p>
    <w:p w:rsidR="00A01A26" w:rsidRDefault="00A01A26" w:rsidP="00961AAB">
      <w:pPr>
        <w:pStyle w:val="Ttulo1"/>
        <w:numPr>
          <w:ilvl w:val="0"/>
          <w:numId w:val="20"/>
        </w:numPr>
        <w:jc w:val="left"/>
        <w:rPr>
          <w:rFonts w:ascii="Arial" w:hAnsi="Arial" w:cs="Arial"/>
          <w:color w:val="auto"/>
          <w:sz w:val="28"/>
          <w:szCs w:val="28"/>
        </w:rPr>
      </w:pPr>
      <w:bookmarkStart w:id="2" w:name="_Toc516671310"/>
      <w:r w:rsidRPr="00961AAB">
        <w:rPr>
          <w:rFonts w:ascii="Arial" w:hAnsi="Arial" w:cs="Arial"/>
          <w:color w:val="auto"/>
          <w:sz w:val="28"/>
          <w:szCs w:val="28"/>
        </w:rPr>
        <w:t>DESENVOLVIMENTO DO ESTÁGIO</w:t>
      </w:r>
      <w:bookmarkEnd w:id="2"/>
    </w:p>
    <w:p w:rsidR="00961AAB" w:rsidRPr="00961AAB" w:rsidRDefault="00961AAB" w:rsidP="00961AAB"/>
    <w:p w:rsidR="00A01A26" w:rsidRDefault="00A01A26" w:rsidP="00AF16E0">
      <w:pPr>
        <w:ind w:firstLine="360"/>
        <w:jc w:val="both"/>
        <w:rPr>
          <w:rFonts w:ascii="Arial" w:hAnsi="Arial" w:cs="Arial"/>
          <w:color w:val="FF0000"/>
          <w:sz w:val="24"/>
          <w:szCs w:val="28"/>
        </w:rPr>
      </w:pPr>
      <w:r w:rsidRPr="00A01A26">
        <w:rPr>
          <w:rFonts w:ascii="Arial" w:hAnsi="Arial" w:cs="Arial"/>
          <w:color w:val="FF0000"/>
          <w:sz w:val="24"/>
          <w:szCs w:val="28"/>
        </w:rPr>
        <w:t>Este cap</w:t>
      </w:r>
      <w:r w:rsidR="005B30CC">
        <w:rPr>
          <w:rFonts w:ascii="Arial" w:hAnsi="Arial" w:cs="Arial"/>
          <w:color w:val="FF0000"/>
          <w:sz w:val="24"/>
          <w:szCs w:val="28"/>
        </w:rPr>
        <w:t>í</w:t>
      </w:r>
      <w:r w:rsidRPr="00A01A26">
        <w:rPr>
          <w:rFonts w:ascii="Arial" w:hAnsi="Arial" w:cs="Arial"/>
          <w:color w:val="FF0000"/>
          <w:sz w:val="24"/>
          <w:szCs w:val="28"/>
        </w:rPr>
        <w:t xml:space="preserve">tulo deve ser composto dos </w:t>
      </w:r>
      <w:proofErr w:type="spellStart"/>
      <w:r w:rsidRPr="00A01A26">
        <w:rPr>
          <w:rFonts w:ascii="Arial" w:hAnsi="Arial" w:cs="Arial"/>
          <w:color w:val="FF0000"/>
          <w:sz w:val="24"/>
          <w:szCs w:val="28"/>
        </w:rPr>
        <w:t>sub-itens</w:t>
      </w:r>
      <w:proofErr w:type="spellEnd"/>
      <w:r w:rsidRPr="00A01A26">
        <w:rPr>
          <w:rFonts w:ascii="Arial" w:hAnsi="Arial" w:cs="Arial"/>
          <w:color w:val="FF0000"/>
          <w:sz w:val="24"/>
          <w:szCs w:val="28"/>
        </w:rPr>
        <w:t xml:space="preserve"> abaixo</w:t>
      </w:r>
      <w:r>
        <w:rPr>
          <w:rFonts w:ascii="Arial" w:hAnsi="Arial" w:cs="Arial"/>
          <w:color w:val="FF0000"/>
          <w:sz w:val="24"/>
          <w:szCs w:val="28"/>
        </w:rPr>
        <w:t>:</w:t>
      </w:r>
    </w:p>
    <w:p w:rsidR="00961AAB" w:rsidRDefault="00961AAB" w:rsidP="00961AAB">
      <w:pPr>
        <w:jc w:val="both"/>
        <w:rPr>
          <w:rFonts w:ascii="Arial" w:hAnsi="Arial" w:cs="Arial"/>
          <w:b/>
          <w:sz w:val="24"/>
          <w:szCs w:val="28"/>
        </w:rPr>
      </w:pPr>
    </w:p>
    <w:p w:rsidR="00AC0269" w:rsidRPr="00961AAB" w:rsidRDefault="00AC0269" w:rsidP="00961AAB">
      <w:pPr>
        <w:pStyle w:val="PargrafodaLista"/>
        <w:numPr>
          <w:ilvl w:val="1"/>
          <w:numId w:val="20"/>
        </w:numPr>
        <w:jc w:val="both"/>
        <w:rPr>
          <w:rFonts w:ascii="Arial" w:hAnsi="Arial" w:cs="Arial"/>
          <w:b/>
          <w:sz w:val="24"/>
          <w:szCs w:val="28"/>
        </w:rPr>
      </w:pPr>
      <w:r w:rsidRPr="00961AAB">
        <w:rPr>
          <w:rFonts w:ascii="Arial" w:hAnsi="Arial" w:cs="Arial"/>
          <w:b/>
          <w:sz w:val="24"/>
          <w:szCs w:val="28"/>
        </w:rPr>
        <w:t>Indicação e descrição das a</w:t>
      </w:r>
      <w:r w:rsidR="00A01A26" w:rsidRPr="00961AAB">
        <w:rPr>
          <w:rFonts w:ascii="Arial" w:hAnsi="Arial" w:cs="Arial"/>
          <w:b/>
          <w:sz w:val="24"/>
          <w:szCs w:val="28"/>
        </w:rPr>
        <w:t>tividades desenvolvidas</w:t>
      </w:r>
    </w:p>
    <w:p w:rsidR="00A01A26" w:rsidRDefault="00AC0269" w:rsidP="00AC0269">
      <w:pPr>
        <w:ind w:firstLine="567"/>
        <w:jc w:val="both"/>
        <w:rPr>
          <w:rFonts w:ascii="Arial" w:hAnsi="Arial" w:cs="Arial"/>
          <w:color w:val="FF0000"/>
          <w:sz w:val="24"/>
          <w:szCs w:val="28"/>
        </w:rPr>
      </w:pPr>
      <w:r w:rsidRPr="00AF16E0">
        <w:rPr>
          <w:rFonts w:ascii="Arial" w:hAnsi="Arial" w:cs="Arial"/>
          <w:color w:val="FF0000"/>
          <w:sz w:val="24"/>
          <w:szCs w:val="28"/>
        </w:rPr>
        <w:t>Deve citar e descrever todas as atividades desenvolvidas pelo estagiário. Ressalta-se, que tais atividades foram previamente apresentadas no Plano de Estágio</w:t>
      </w:r>
      <w:r w:rsidR="00A01A26" w:rsidRPr="00AF16E0">
        <w:rPr>
          <w:rFonts w:ascii="Arial" w:hAnsi="Arial" w:cs="Arial"/>
          <w:color w:val="FF0000"/>
          <w:sz w:val="24"/>
          <w:szCs w:val="28"/>
        </w:rPr>
        <w:t>.</w:t>
      </w:r>
    </w:p>
    <w:p w:rsidR="00765E8E" w:rsidRPr="00AF16E0" w:rsidRDefault="00765E8E" w:rsidP="00AC0269">
      <w:pPr>
        <w:ind w:firstLine="567"/>
        <w:jc w:val="both"/>
        <w:rPr>
          <w:rFonts w:ascii="Arial" w:hAnsi="Arial" w:cs="Arial"/>
          <w:color w:val="FF0000"/>
          <w:sz w:val="24"/>
          <w:szCs w:val="28"/>
        </w:rPr>
      </w:pPr>
      <w:r>
        <w:rPr>
          <w:rFonts w:ascii="Arial" w:hAnsi="Arial" w:cs="Arial"/>
          <w:color w:val="FF0000"/>
          <w:sz w:val="24"/>
          <w:szCs w:val="28"/>
        </w:rPr>
        <w:t xml:space="preserve">Neste item, a apresentação de um registro fotográfico é bem vida. </w:t>
      </w:r>
      <w:bookmarkStart w:id="3" w:name="_GoBack"/>
      <w:bookmarkEnd w:id="3"/>
    </w:p>
    <w:p w:rsidR="00AC0269" w:rsidRDefault="00AC0269" w:rsidP="00AC0269">
      <w:pPr>
        <w:ind w:firstLine="567"/>
        <w:jc w:val="both"/>
        <w:rPr>
          <w:rFonts w:ascii="Arial" w:hAnsi="Arial" w:cs="Arial"/>
          <w:sz w:val="24"/>
          <w:szCs w:val="28"/>
        </w:rPr>
      </w:pPr>
    </w:p>
    <w:p w:rsidR="00A01A26" w:rsidRDefault="00A01A26" w:rsidP="004B3E9C">
      <w:pPr>
        <w:pStyle w:val="PargrafodaLista"/>
        <w:numPr>
          <w:ilvl w:val="1"/>
          <w:numId w:val="20"/>
        </w:numPr>
        <w:jc w:val="both"/>
        <w:rPr>
          <w:rFonts w:ascii="Arial" w:hAnsi="Arial" w:cs="Arial"/>
          <w:b/>
          <w:sz w:val="24"/>
          <w:szCs w:val="28"/>
        </w:rPr>
      </w:pPr>
      <w:r w:rsidRPr="00AC0269">
        <w:rPr>
          <w:rFonts w:ascii="Arial" w:hAnsi="Arial" w:cs="Arial"/>
          <w:b/>
          <w:sz w:val="24"/>
          <w:szCs w:val="28"/>
        </w:rPr>
        <w:t>Problemas técnicos resolvidos</w:t>
      </w:r>
      <w:r w:rsidR="004B3E9C">
        <w:rPr>
          <w:rFonts w:ascii="Arial" w:hAnsi="Arial" w:cs="Arial"/>
          <w:b/>
          <w:sz w:val="24"/>
          <w:szCs w:val="28"/>
        </w:rPr>
        <w:t xml:space="preserve"> e/ou dificuldades encontradas </w:t>
      </w:r>
      <w:r w:rsidR="004B3E9C" w:rsidRPr="004B3E9C">
        <w:rPr>
          <w:rFonts w:ascii="Arial" w:hAnsi="Arial" w:cs="Arial"/>
          <w:b/>
          <w:sz w:val="24"/>
          <w:szCs w:val="28"/>
        </w:rPr>
        <w:t>(e, se for o caso, solução encontrada para contornar tais dificuldades)</w:t>
      </w:r>
      <w:r w:rsidR="00AC0269">
        <w:rPr>
          <w:rFonts w:ascii="Arial" w:hAnsi="Arial" w:cs="Arial"/>
          <w:b/>
          <w:sz w:val="24"/>
          <w:szCs w:val="28"/>
        </w:rPr>
        <w:t xml:space="preserve">, </w:t>
      </w:r>
      <w:r w:rsidRPr="00AC0269">
        <w:rPr>
          <w:rFonts w:ascii="Arial" w:hAnsi="Arial" w:cs="Arial"/>
          <w:b/>
          <w:sz w:val="24"/>
          <w:szCs w:val="28"/>
        </w:rPr>
        <w:t>participação em projetos durante o</w:t>
      </w:r>
      <w:r w:rsidR="00AC0269">
        <w:rPr>
          <w:rFonts w:ascii="Arial" w:hAnsi="Arial" w:cs="Arial"/>
          <w:b/>
          <w:sz w:val="24"/>
          <w:szCs w:val="28"/>
        </w:rPr>
        <w:t xml:space="preserve"> </w:t>
      </w:r>
      <w:r w:rsidRPr="00AC0269">
        <w:rPr>
          <w:rFonts w:ascii="Arial" w:hAnsi="Arial" w:cs="Arial"/>
          <w:b/>
          <w:sz w:val="24"/>
          <w:szCs w:val="28"/>
        </w:rPr>
        <w:t xml:space="preserve">estágio, </w:t>
      </w:r>
      <w:r w:rsidR="00AC0269">
        <w:rPr>
          <w:rFonts w:ascii="Arial" w:hAnsi="Arial" w:cs="Arial"/>
          <w:b/>
          <w:sz w:val="24"/>
          <w:szCs w:val="28"/>
        </w:rPr>
        <w:t>entre outros.</w:t>
      </w:r>
    </w:p>
    <w:p w:rsidR="00AF16E0" w:rsidRPr="00AF16E0" w:rsidRDefault="00AC0269" w:rsidP="00AC0269">
      <w:pPr>
        <w:ind w:firstLine="567"/>
        <w:jc w:val="both"/>
        <w:rPr>
          <w:rFonts w:ascii="Arial" w:hAnsi="Arial" w:cs="Arial"/>
          <w:color w:val="FF0000"/>
          <w:sz w:val="24"/>
          <w:szCs w:val="28"/>
        </w:rPr>
      </w:pPr>
      <w:r w:rsidRPr="00AF16E0">
        <w:rPr>
          <w:rFonts w:ascii="Arial" w:hAnsi="Arial" w:cs="Arial"/>
          <w:color w:val="FF0000"/>
          <w:sz w:val="24"/>
          <w:szCs w:val="28"/>
        </w:rPr>
        <w:t xml:space="preserve">Espera-se que o aluno descreva situações vivenciadas durante o estágio que o permitiram </w:t>
      </w:r>
      <w:r w:rsidR="00AF16E0" w:rsidRPr="00AF16E0">
        <w:rPr>
          <w:rFonts w:ascii="Arial" w:hAnsi="Arial" w:cs="Arial"/>
          <w:color w:val="FF0000"/>
          <w:sz w:val="24"/>
          <w:szCs w:val="28"/>
        </w:rPr>
        <w:t>vivenciar o dia a dia de um profissional da engenharia ambiental.</w:t>
      </w:r>
    </w:p>
    <w:p w:rsidR="00AC0269" w:rsidRDefault="00AC0269" w:rsidP="00AC0269">
      <w:pPr>
        <w:ind w:firstLine="567"/>
        <w:jc w:val="both"/>
        <w:rPr>
          <w:rFonts w:ascii="Arial" w:hAnsi="Arial" w:cs="Arial"/>
          <w:sz w:val="24"/>
          <w:szCs w:val="28"/>
        </w:rPr>
      </w:pPr>
    </w:p>
    <w:p w:rsidR="00AC0269" w:rsidRPr="00AC0269" w:rsidRDefault="00A01A26" w:rsidP="00961AAB">
      <w:pPr>
        <w:pStyle w:val="PargrafodaLista"/>
        <w:numPr>
          <w:ilvl w:val="1"/>
          <w:numId w:val="20"/>
        </w:numPr>
        <w:jc w:val="both"/>
        <w:rPr>
          <w:rFonts w:ascii="Arial" w:hAnsi="Arial" w:cs="Arial"/>
          <w:sz w:val="24"/>
          <w:szCs w:val="28"/>
        </w:rPr>
      </w:pPr>
      <w:r w:rsidRPr="00AC0269">
        <w:rPr>
          <w:rFonts w:ascii="Arial" w:hAnsi="Arial" w:cs="Arial"/>
          <w:b/>
          <w:sz w:val="24"/>
          <w:szCs w:val="28"/>
        </w:rPr>
        <w:t xml:space="preserve">Referencial teórico </w:t>
      </w:r>
    </w:p>
    <w:p w:rsidR="00A01A26" w:rsidRPr="00AF16E0" w:rsidRDefault="00AF16E0" w:rsidP="00AF16E0">
      <w:pPr>
        <w:ind w:firstLine="567"/>
        <w:jc w:val="both"/>
        <w:rPr>
          <w:rFonts w:ascii="Arial" w:hAnsi="Arial" w:cs="Arial"/>
          <w:color w:val="FF0000"/>
          <w:sz w:val="24"/>
          <w:szCs w:val="28"/>
        </w:rPr>
      </w:pPr>
      <w:r w:rsidRPr="00AF16E0">
        <w:rPr>
          <w:rFonts w:ascii="Arial" w:hAnsi="Arial" w:cs="Arial"/>
          <w:color w:val="FF0000"/>
          <w:sz w:val="24"/>
          <w:szCs w:val="28"/>
        </w:rPr>
        <w:lastRenderedPageBreak/>
        <w:t xml:space="preserve">Este </w:t>
      </w:r>
      <w:proofErr w:type="spellStart"/>
      <w:r w:rsidRPr="00AF16E0">
        <w:rPr>
          <w:rFonts w:ascii="Arial" w:hAnsi="Arial" w:cs="Arial"/>
          <w:color w:val="FF0000"/>
          <w:sz w:val="24"/>
          <w:szCs w:val="28"/>
        </w:rPr>
        <w:t>sub-item</w:t>
      </w:r>
      <w:proofErr w:type="spellEnd"/>
      <w:r w:rsidRPr="00AF16E0">
        <w:rPr>
          <w:rFonts w:ascii="Arial" w:hAnsi="Arial" w:cs="Arial"/>
          <w:color w:val="FF0000"/>
          <w:sz w:val="24"/>
          <w:szCs w:val="28"/>
        </w:rPr>
        <w:t xml:space="preserve"> deve conter a </w:t>
      </w:r>
      <w:r w:rsidR="00A01A26" w:rsidRPr="00AF16E0">
        <w:rPr>
          <w:rFonts w:ascii="Arial" w:hAnsi="Arial" w:cs="Arial"/>
          <w:color w:val="FF0000"/>
          <w:sz w:val="24"/>
          <w:szCs w:val="28"/>
        </w:rPr>
        <w:t xml:space="preserve">indicação comentada </w:t>
      </w:r>
      <w:r w:rsidRPr="00AF16E0">
        <w:rPr>
          <w:rFonts w:ascii="Arial" w:hAnsi="Arial" w:cs="Arial"/>
          <w:color w:val="FF0000"/>
          <w:sz w:val="24"/>
          <w:szCs w:val="28"/>
        </w:rPr>
        <w:t xml:space="preserve">dos conteúdos cursados </w:t>
      </w:r>
      <w:r w:rsidR="00A01A26" w:rsidRPr="00AF16E0">
        <w:rPr>
          <w:rFonts w:ascii="Arial" w:hAnsi="Arial" w:cs="Arial"/>
          <w:color w:val="FF0000"/>
          <w:sz w:val="24"/>
          <w:szCs w:val="28"/>
        </w:rPr>
        <w:t xml:space="preserve">que </w:t>
      </w:r>
      <w:r w:rsidRPr="00AF16E0">
        <w:rPr>
          <w:rFonts w:ascii="Arial" w:hAnsi="Arial" w:cs="Arial"/>
          <w:color w:val="FF0000"/>
          <w:sz w:val="24"/>
          <w:szCs w:val="28"/>
        </w:rPr>
        <w:t xml:space="preserve">o </w:t>
      </w:r>
      <w:r w:rsidR="00A01A26" w:rsidRPr="00AF16E0">
        <w:rPr>
          <w:rFonts w:ascii="Arial" w:hAnsi="Arial" w:cs="Arial"/>
          <w:color w:val="FF0000"/>
          <w:sz w:val="24"/>
          <w:szCs w:val="28"/>
        </w:rPr>
        <w:t>auxiliaram no desenvolvimento das atividades e/ou solução de</w:t>
      </w:r>
      <w:r w:rsidRPr="00AF16E0">
        <w:rPr>
          <w:rFonts w:ascii="Arial" w:hAnsi="Arial" w:cs="Arial"/>
          <w:color w:val="FF0000"/>
          <w:sz w:val="24"/>
          <w:szCs w:val="28"/>
        </w:rPr>
        <w:t xml:space="preserve"> </w:t>
      </w:r>
      <w:r w:rsidR="00A01A26" w:rsidRPr="00AF16E0">
        <w:rPr>
          <w:rFonts w:ascii="Arial" w:hAnsi="Arial" w:cs="Arial"/>
          <w:color w:val="FF0000"/>
          <w:sz w:val="24"/>
          <w:szCs w:val="28"/>
        </w:rPr>
        <w:t>problemas</w:t>
      </w:r>
      <w:r w:rsidRPr="00AF16E0">
        <w:rPr>
          <w:rFonts w:ascii="Arial" w:hAnsi="Arial" w:cs="Arial"/>
          <w:color w:val="FF0000"/>
          <w:sz w:val="24"/>
          <w:szCs w:val="28"/>
        </w:rPr>
        <w:t xml:space="preserve"> citados anteriormente. E também, a descrição</w:t>
      </w:r>
      <w:r w:rsidR="00454E13">
        <w:rPr>
          <w:rFonts w:ascii="Arial" w:hAnsi="Arial" w:cs="Arial"/>
          <w:color w:val="FF0000"/>
          <w:sz w:val="24"/>
          <w:szCs w:val="28"/>
        </w:rPr>
        <w:t>,</w:t>
      </w:r>
      <w:r w:rsidRPr="00AF16E0">
        <w:rPr>
          <w:rFonts w:ascii="Arial" w:hAnsi="Arial" w:cs="Arial"/>
          <w:color w:val="FF0000"/>
          <w:sz w:val="24"/>
          <w:szCs w:val="28"/>
        </w:rPr>
        <w:t xml:space="preserve"> </w:t>
      </w:r>
      <w:r w:rsidR="00454E13">
        <w:rPr>
          <w:rFonts w:ascii="Arial" w:hAnsi="Arial" w:cs="Arial"/>
          <w:color w:val="FF0000"/>
          <w:sz w:val="24"/>
          <w:szCs w:val="28"/>
        </w:rPr>
        <w:t xml:space="preserve">seguida de análise crítica, pertinente à </w:t>
      </w:r>
      <w:r w:rsidRPr="00AF16E0">
        <w:rPr>
          <w:rFonts w:ascii="Arial" w:hAnsi="Arial" w:cs="Arial"/>
          <w:color w:val="FF0000"/>
          <w:sz w:val="24"/>
          <w:szCs w:val="28"/>
        </w:rPr>
        <w:t>conhecimentos/temas que foram necessários, mas que não estão presente</w:t>
      </w:r>
      <w:r w:rsidR="00454E13">
        <w:rPr>
          <w:rFonts w:ascii="Arial" w:hAnsi="Arial" w:cs="Arial"/>
          <w:color w:val="FF0000"/>
          <w:sz w:val="24"/>
          <w:szCs w:val="28"/>
        </w:rPr>
        <w:t>s na matriz curricular cursada.</w:t>
      </w:r>
    </w:p>
    <w:p w:rsidR="00A01A26" w:rsidRDefault="00A01A26" w:rsidP="00A01A26">
      <w:pPr>
        <w:jc w:val="both"/>
        <w:rPr>
          <w:rFonts w:ascii="Arial" w:hAnsi="Arial" w:cs="Arial"/>
          <w:sz w:val="24"/>
          <w:szCs w:val="28"/>
        </w:rPr>
      </w:pPr>
    </w:p>
    <w:p w:rsidR="00961AAB" w:rsidRDefault="00961AAB" w:rsidP="00A01A26">
      <w:pPr>
        <w:jc w:val="both"/>
        <w:rPr>
          <w:rFonts w:ascii="Arial" w:hAnsi="Arial" w:cs="Arial"/>
          <w:sz w:val="24"/>
          <w:szCs w:val="28"/>
        </w:rPr>
      </w:pPr>
    </w:p>
    <w:p w:rsidR="00A01A26" w:rsidRPr="00961AAB" w:rsidRDefault="00A01A26" w:rsidP="00961AAB">
      <w:pPr>
        <w:pStyle w:val="Ttulo1"/>
        <w:numPr>
          <w:ilvl w:val="0"/>
          <w:numId w:val="20"/>
        </w:numPr>
        <w:jc w:val="left"/>
        <w:rPr>
          <w:rFonts w:ascii="Arial" w:hAnsi="Arial" w:cs="Arial"/>
          <w:color w:val="auto"/>
          <w:sz w:val="28"/>
          <w:szCs w:val="28"/>
        </w:rPr>
      </w:pPr>
      <w:bookmarkStart w:id="4" w:name="_Toc516671311"/>
      <w:r w:rsidRPr="00961AAB">
        <w:rPr>
          <w:rFonts w:ascii="Arial" w:hAnsi="Arial" w:cs="Arial"/>
          <w:color w:val="auto"/>
          <w:sz w:val="28"/>
          <w:szCs w:val="28"/>
        </w:rPr>
        <w:t>CONCLUSÃO</w:t>
      </w:r>
      <w:bookmarkEnd w:id="4"/>
    </w:p>
    <w:p w:rsidR="00AF16E0" w:rsidRDefault="00AF16E0" w:rsidP="00A01A26">
      <w:pPr>
        <w:jc w:val="both"/>
        <w:rPr>
          <w:rFonts w:ascii="Arial" w:hAnsi="Arial" w:cs="Arial"/>
          <w:color w:val="FF0000"/>
          <w:sz w:val="24"/>
          <w:szCs w:val="28"/>
        </w:rPr>
      </w:pPr>
    </w:p>
    <w:p w:rsidR="00A01A26" w:rsidRDefault="00AF16E0" w:rsidP="00002096">
      <w:pPr>
        <w:ind w:firstLine="360"/>
        <w:jc w:val="both"/>
        <w:rPr>
          <w:rFonts w:ascii="Arial" w:hAnsi="Arial" w:cs="Arial"/>
          <w:color w:val="FF0000"/>
          <w:sz w:val="24"/>
          <w:szCs w:val="28"/>
        </w:rPr>
      </w:pPr>
      <w:r>
        <w:rPr>
          <w:rFonts w:ascii="Arial" w:hAnsi="Arial" w:cs="Arial"/>
          <w:color w:val="FF0000"/>
          <w:sz w:val="24"/>
          <w:szCs w:val="28"/>
        </w:rPr>
        <w:t>Incluem as p</w:t>
      </w:r>
      <w:r w:rsidR="00A01A26" w:rsidRPr="00A01A26">
        <w:rPr>
          <w:rFonts w:ascii="Arial" w:hAnsi="Arial" w:cs="Arial"/>
          <w:color w:val="FF0000"/>
          <w:sz w:val="24"/>
          <w:szCs w:val="28"/>
        </w:rPr>
        <w:t xml:space="preserve">rincipais conclusões alcançadas com o Estágio, </w:t>
      </w:r>
      <w:r>
        <w:rPr>
          <w:rFonts w:ascii="Arial" w:hAnsi="Arial" w:cs="Arial"/>
          <w:color w:val="FF0000"/>
          <w:sz w:val="24"/>
          <w:szCs w:val="28"/>
        </w:rPr>
        <w:t>tais como aquelas refrentes ao</w:t>
      </w:r>
      <w:r w:rsidR="00A01A26">
        <w:rPr>
          <w:rFonts w:ascii="Arial" w:hAnsi="Arial" w:cs="Arial"/>
          <w:color w:val="FF0000"/>
          <w:sz w:val="24"/>
          <w:szCs w:val="28"/>
        </w:rPr>
        <w:t xml:space="preserve"> </w:t>
      </w:r>
      <w:r>
        <w:rPr>
          <w:rFonts w:ascii="Arial" w:hAnsi="Arial" w:cs="Arial"/>
          <w:color w:val="FF0000"/>
          <w:sz w:val="24"/>
          <w:szCs w:val="28"/>
        </w:rPr>
        <w:t xml:space="preserve">aprendizado; à relevância dos dados e das experiências vivenciados </w:t>
      </w:r>
      <w:r w:rsidR="00A01A26" w:rsidRPr="00A01A26">
        <w:rPr>
          <w:rFonts w:ascii="Arial" w:hAnsi="Arial" w:cs="Arial"/>
          <w:color w:val="FF0000"/>
          <w:sz w:val="24"/>
          <w:szCs w:val="28"/>
        </w:rPr>
        <w:t>durante o</w:t>
      </w:r>
      <w:r w:rsidR="00A01A26">
        <w:rPr>
          <w:rFonts w:ascii="Arial" w:hAnsi="Arial" w:cs="Arial"/>
          <w:color w:val="FF0000"/>
          <w:sz w:val="24"/>
          <w:szCs w:val="28"/>
        </w:rPr>
        <w:t xml:space="preserve"> </w:t>
      </w:r>
      <w:r w:rsidR="00A01A26" w:rsidRPr="00A01A26">
        <w:rPr>
          <w:rFonts w:ascii="Arial" w:hAnsi="Arial" w:cs="Arial"/>
          <w:color w:val="FF0000"/>
          <w:sz w:val="24"/>
          <w:szCs w:val="28"/>
        </w:rPr>
        <w:t>desenvolvimento das atividades</w:t>
      </w:r>
      <w:r>
        <w:rPr>
          <w:rFonts w:ascii="Arial" w:hAnsi="Arial" w:cs="Arial"/>
          <w:color w:val="FF0000"/>
          <w:sz w:val="24"/>
          <w:szCs w:val="28"/>
        </w:rPr>
        <w:t xml:space="preserve">; aos </w:t>
      </w:r>
      <w:r w:rsidR="00A01A26" w:rsidRPr="00A01A26">
        <w:rPr>
          <w:rFonts w:ascii="Arial" w:hAnsi="Arial" w:cs="Arial"/>
          <w:color w:val="FF0000"/>
          <w:sz w:val="24"/>
          <w:szCs w:val="28"/>
        </w:rPr>
        <w:t>conhecimentos</w:t>
      </w:r>
      <w:r w:rsidR="00A01A26">
        <w:rPr>
          <w:rFonts w:ascii="Arial" w:hAnsi="Arial" w:cs="Arial"/>
          <w:color w:val="FF0000"/>
          <w:sz w:val="24"/>
          <w:szCs w:val="28"/>
        </w:rPr>
        <w:t xml:space="preserve"> </w:t>
      </w:r>
      <w:r w:rsidR="00A01A26" w:rsidRPr="00A01A26">
        <w:rPr>
          <w:rFonts w:ascii="Arial" w:hAnsi="Arial" w:cs="Arial"/>
          <w:color w:val="FF0000"/>
          <w:sz w:val="24"/>
          <w:szCs w:val="28"/>
        </w:rPr>
        <w:t xml:space="preserve">teóricos </w:t>
      </w:r>
      <w:r>
        <w:rPr>
          <w:rFonts w:ascii="Arial" w:hAnsi="Arial" w:cs="Arial"/>
          <w:color w:val="FF0000"/>
          <w:sz w:val="24"/>
          <w:szCs w:val="28"/>
        </w:rPr>
        <w:t>que</w:t>
      </w:r>
      <w:r w:rsidR="00A01A26" w:rsidRPr="00A01A26">
        <w:rPr>
          <w:rFonts w:ascii="Arial" w:hAnsi="Arial" w:cs="Arial"/>
          <w:color w:val="FF0000"/>
          <w:sz w:val="24"/>
          <w:szCs w:val="28"/>
        </w:rPr>
        <w:t xml:space="preserve"> ajudaram na prática das atividades do</w:t>
      </w:r>
      <w:r w:rsidR="00A01A26">
        <w:rPr>
          <w:rFonts w:ascii="Arial" w:hAnsi="Arial" w:cs="Arial"/>
          <w:color w:val="FF0000"/>
          <w:sz w:val="24"/>
          <w:szCs w:val="28"/>
        </w:rPr>
        <w:t xml:space="preserve"> </w:t>
      </w:r>
      <w:r w:rsidR="00A01A26" w:rsidRPr="00A01A26">
        <w:rPr>
          <w:rFonts w:ascii="Arial" w:hAnsi="Arial" w:cs="Arial"/>
          <w:color w:val="FF0000"/>
          <w:sz w:val="24"/>
          <w:szCs w:val="28"/>
        </w:rPr>
        <w:t>estágio</w:t>
      </w:r>
      <w:r>
        <w:rPr>
          <w:rFonts w:ascii="Arial" w:hAnsi="Arial" w:cs="Arial"/>
          <w:color w:val="FF0000"/>
          <w:sz w:val="24"/>
          <w:szCs w:val="28"/>
        </w:rPr>
        <w:t>, entre outros</w:t>
      </w:r>
      <w:r w:rsidR="00A01A26" w:rsidRPr="00A01A26">
        <w:rPr>
          <w:rFonts w:ascii="Arial" w:hAnsi="Arial" w:cs="Arial"/>
          <w:color w:val="FF0000"/>
          <w:sz w:val="24"/>
          <w:szCs w:val="28"/>
        </w:rPr>
        <w:t>.</w:t>
      </w:r>
    </w:p>
    <w:p w:rsidR="00A01A26" w:rsidRDefault="00A01A26" w:rsidP="00A01A26">
      <w:pPr>
        <w:jc w:val="both"/>
        <w:rPr>
          <w:rFonts w:ascii="Arial" w:hAnsi="Arial" w:cs="Arial"/>
          <w:color w:val="FF0000"/>
          <w:sz w:val="24"/>
          <w:szCs w:val="28"/>
        </w:rPr>
      </w:pPr>
    </w:p>
    <w:p w:rsidR="00A01A26" w:rsidRDefault="00A01A26" w:rsidP="00A01A26">
      <w:pPr>
        <w:jc w:val="both"/>
        <w:rPr>
          <w:rFonts w:ascii="Arial" w:hAnsi="Arial" w:cs="Arial"/>
          <w:color w:val="FF0000"/>
          <w:sz w:val="24"/>
          <w:szCs w:val="28"/>
        </w:rPr>
      </w:pPr>
    </w:p>
    <w:p w:rsidR="00A01A26" w:rsidRDefault="00A01A26" w:rsidP="00A01A26">
      <w:pPr>
        <w:jc w:val="both"/>
        <w:rPr>
          <w:rFonts w:ascii="Arial" w:hAnsi="Arial" w:cs="Arial"/>
          <w:color w:val="FF0000"/>
          <w:sz w:val="24"/>
          <w:szCs w:val="28"/>
        </w:rPr>
      </w:pPr>
    </w:p>
    <w:p w:rsidR="00A01A26" w:rsidRDefault="00A01A26" w:rsidP="00A01A26">
      <w:pPr>
        <w:jc w:val="both"/>
        <w:rPr>
          <w:rFonts w:ascii="Arial" w:hAnsi="Arial" w:cs="Arial"/>
          <w:color w:val="FF0000"/>
          <w:sz w:val="24"/>
          <w:szCs w:val="28"/>
        </w:rPr>
      </w:pPr>
    </w:p>
    <w:p w:rsidR="00A01A26" w:rsidRDefault="00A01A26" w:rsidP="00A01A26">
      <w:pPr>
        <w:jc w:val="both"/>
        <w:rPr>
          <w:rFonts w:ascii="Arial" w:hAnsi="Arial" w:cs="Arial"/>
          <w:color w:val="FF0000"/>
          <w:sz w:val="24"/>
          <w:szCs w:val="28"/>
        </w:rPr>
      </w:pPr>
    </w:p>
    <w:p w:rsidR="00A01A26" w:rsidRDefault="00A01A26" w:rsidP="00A01A26">
      <w:pPr>
        <w:jc w:val="both"/>
        <w:rPr>
          <w:rFonts w:ascii="Arial" w:hAnsi="Arial" w:cs="Arial"/>
          <w:color w:val="FF0000"/>
          <w:sz w:val="24"/>
          <w:szCs w:val="28"/>
        </w:rPr>
      </w:pPr>
    </w:p>
    <w:p w:rsidR="00A01A26" w:rsidRDefault="00A01A26" w:rsidP="00A01A26">
      <w:pPr>
        <w:jc w:val="both"/>
        <w:rPr>
          <w:rFonts w:ascii="Arial" w:hAnsi="Arial" w:cs="Arial"/>
          <w:color w:val="FF0000"/>
          <w:sz w:val="24"/>
          <w:szCs w:val="28"/>
        </w:rPr>
      </w:pPr>
    </w:p>
    <w:p w:rsidR="00A01A26" w:rsidRDefault="00A01A26" w:rsidP="00A01A26">
      <w:pPr>
        <w:jc w:val="both"/>
        <w:rPr>
          <w:rFonts w:ascii="Arial" w:hAnsi="Arial" w:cs="Arial"/>
          <w:color w:val="FF0000"/>
          <w:sz w:val="24"/>
          <w:szCs w:val="28"/>
        </w:rPr>
      </w:pPr>
    </w:p>
    <w:p w:rsidR="00A01A26" w:rsidRDefault="00A01A26" w:rsidP="00A01A26">
      <w:pPr>
        <w:jc w:val="both"/>
        <w:rPr>
          <w:rFonts w:ascii="Arial" w:hAnsi="Arial" w:cs="Arial"/>
          <w:color w:val="FF0000"/>
          <w:sz w:val="24"/>
          <w:szCs w:val="28"/>
        </w:rPr>
      </w:pPr>
    </w:p>
    <w:p w:rsidR="00A01A26" w:rsidRDefault="00A01A26" w:rsidP="00A01A26">
      <w:pPr>
        <w:jc w:val="both"/>
        <w:rPr>
          <w:rFonts w:ascii="Arial" w:hAnsi="Arial" w:cs="Arial"/>
          <w:color w:val="FF0000"/>
          <w:sz w:val="24"/>
          <w:szCs w:val="28"/>
        </w:rPr>
      </w:pPr>
    </w:p>
    <w:p w:rsidR="00A01A26" w:rsidRDefault="00A01A26" w:rsidP="00A01A26">
      <w:pPr>
        <w:jc w:val="both"/>
        <w:rPr>
          <w:rFonts w:ascii="Arial" w:hAnsi="Arial" w:cs="Arial"/>
          <w:color w:val="FF0000"/>
          <w:sz w:val="24"/>
          <w:szCs w:val="28"/>
        </w:rPr>
      </w:pPr>
    </w:p>
    <w:p w:rsidR="00A01A26" w:rsidRDefault="00A01A26" w:rsidP="00A01A26">
      <w:pPr>
        <w:jc w:val="both"/>
        <w:rPr>
          <w:rFonts w:ascii="Arial" w:hAnsi="Arial" w:cs="Arial"/>
          <w:color w:val="FF0000"/>
          <w:sz w:val="24"/>
          <w:szCs w:val="28"/>
        </w:rPr>
      </w:pPr>
    </w:p>
    <w:p w:rsidR="00AF25E1" w:rsidRPr="00520969" w:rsidRDefault="00AF25E1" w:rsidP="00520969">
      <w:pPr>
        <w:ind w:left="360"/>
        <w:jc w:val="center"/>
        <w:rPr>
          <w:rFonts w:ascii="Arial" w:hAnsi="Arial" w:cs="Arial"/>
          <w:b/>
          <w:sz w:val="24"/>
          <w:szCs w:val="28"/>
        </w:rPr>
      </w:pPr>
    </w:p>
    <w:sectPr w:rsidR="00AF25E1" w:rsidRPr="00520969" w:rsidSect="001B7DDE">
      <w:pgSz w:w="11906" w:h="16838"/>
      <w:pgMar w:top="993" w:right="991" w:bottom="1276" w:left="1843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3F4" w:rsidRDefault="008103F4" w:rsidP="00B46E42">
      <w:pPr>
        <w:spacing w:line="240" w:lineRule="auto"/>
      </w:pPr>
      <w:r>
        <w:separator/>
      </w:r>
    </w:p>
  </w:endnote>
  <w:endnote w:type="continuationSeparator" w:id="0">
    <w:p w:rsidR="008103F4" w:rsidRDefault="008103F4" w:rsidP="00B46E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3F4" w:rsidRDefault="008103F4" w:rsidP="00B46E42">
      <w:pPr>
        <w:spacing w:line="240" w:lineRule="auto"/>
      </w:pPr>
      <w:r>
        <w:separator/>
      </w:r>
    </w:p>
  </w:footnote>
  <w:footnote w:type="continuationSeparator" w:id="0">
    <w:p w:rsidR="008103F4" w:rsidRDefault="008103F4" w:rsidP="00B46E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E42" w:rsidRDefault="008823CA" w:rsidP="00B46E42">
    <w:pPr>
      <w:pStyle w:val="Cabealho"/>
      <w:tabs>
        <w:tab w:val="clear" w:pos="4252"/>
        <w:tab w:val="clear" w:pos="8504"/>
        <w:tab w:val="left" w:pos="2391"/>
      </w:tabs>
    </w:pPr>
    <w:r>
      <w:rPr>
        <w:noProof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-664845</wp:posOffset>
          </wp:positionH>
          <wp:positionV relativeFrom="paragraph">
            <wp:posOffset>5715</wp:posOffset>
          </wp:positionV>
          <wp:extent cx="1456690" cy="1163320"/>
          <wp:effectExtent l="19050" t="0" r="0" b="0"/>
          <wp:wrapTopAndBottom/>
          <wp:docPr id="5" name="Imagem 5" descr="UFSC-LO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UFSC-LO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6690" cy="1163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46E42">
      <w:tab/>
    </w:r>
  </w:p>
  <w:p w:rsidR="00B46E42" w:rsidRDefault="001B7DDE">
    <w:pPr>
      <w:pStyle w:val="Cabealho"/>
    </w:pPr>
    <w:r>
      <w:rPr>
        <w:noProof/>
      </w:rPr>
      <w:drawing>
        <wp:anchor distT="0" distB="0" distL="0" distR="0" simplePos="0" relativeHeight="251662336" behindDoc="0" locked="0" layoutInCell="1" allowOverlap="1">
          <wp:simplePos x="0" y="0"/>
          <wp:positionH relativeFrom="column">
            <wp:posOffset>4204335</wp:posOffset>
          </wp:positionH>
          <wp:positionV relativeFrom="paragraph">
            <wp:posOffset>10160</wp:posOffset>
          </wp:positionV>
          <wp:extent cx="1654810" cy="712470"/>
          <wp:effectExtent l="19050" t="0" r="2540" b="0"/>
          <wp:wrapSquare wrapText="largest"/>
          <wp:docPr id="7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4810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6E42" w:rsidRDefault="00B46E42">
    <w:pPr>
      <w:pStyle w:val="Cabealho"/>
    </w:pPr>
  </w:p>
  <w:p w:rsidR="00B46E42" w:rsidRDefault="00B46E42">
    <w:pPr>
      <w:pStyle w:val="Cabealho"/>
    </w:pPr>
  </w:p>
  <w:p w:rsidR="00B3645A" w:rsidRDefault="00B3645A" w:rsidP="00B3645A">
    <w:pPr>
      <w:pStyle w:val="Cabealho"/>
      <w:jc w:val="center"/>
    </w:pPr>
  </w:p>
  <w:p w:rsidR="0058296F" w:rsidRDefault="0058296F">
    <w:pPr>
      <w:pStyle w:val="Cabealho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F6DBD"/>
    <w:multiLevelType w:val="multilevel"/>
    <w:tmpl w:val="F6F48C9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074A48CB"/>
    <w:multiLevelType w:val="hybridMultilevel"/>
    <w:tmpl w:val="531CEBB8"/>
    <w:lvl w:ilvl="0" w:tplc="C55851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13960A0"/>
    <w:multiLevelType w:val="hybridMultilevel"/>
    <w:tmpl w:val="4FD64B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54FC9"/>
    <w:multiLevelType w:val="hybridMultilevel"/>
    <w:tmpl w:val="2A5EC084"/>
    <w:lvl w:ilvl="0" w:tplc="F90E30B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B17929"/>
    <w:multiLevelType w:val="hybridMultilevel"/>
    <w:tmpl w:val="F7064B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CD64E3"/>
    <w:multiLevelType w:val="hybridMultilevel"/>
    <w:tmpl w:val="A33CB928"/>
    <w:lvl w:ilvl="0" w:tplc="097C44B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B017273"/>
    <w:multiLevelType w:val="hybridMultilevel"/>
    <w:tmpl w:val="C802766A"/>
    <w:lvl w:ilvl="0" w:tplc="F4C49DB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C4F1972"/>
    <w:multiLevelType w:val="hybridMultilevel"/>
    <w:tmpl w:val="DB9C9DC6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110E4A"/>
    <w:multiLevelType w:val="hybridMultilevel"/>
    <w:tmpl w:val="17764EF6"/>
    <w:lvl w:ilvl="0" w:tplc="D284A60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2F6B560D"/>
    <w:multiLevelType w:val="hybridMultilevel"/>
    <w:tmpl w:val="E7AC6124"/>
    <w:lvl w:ilvl="0" w:tplc="59102BF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0F011EA"/>
    <w:multiLevelType w:val="multilevel"/>
    <w:tmpl w:val="F6F48C9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37690357"/>
    <w:multiLevelType w:val="multilevel"/>
    <w:tmpl w:val="F6F48C9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>
    <w:nsid w:val="3A7436F5"/>
    <w:multiLevelType w:val="hybridMultilevel"/>
    <w:tmpl w:val="DEDAE302"/>
    <w:lvl w:ilvl="0" w:tplc="A2DEC39C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>
    <w:nsid w:val="42B25D5F"/>
    <w:multiLevelType w:val="multilevel"/>
    <w:tmpl w:val="C434811E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4">
    <w:nsid w:val="57854E8A"/>
    <w:multiLevelType w:val="hybridMultilevel"/>
    <w:tmpl w:val="60120464"/>
    <w:lvl w:ilvl="0" w:tplc="6D829122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5C706CF0"/>
    <w:multiLevelType w:val="multilevel"/>
    <w:tmpl w:val="561AB5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6">
    <w:nsid w:val="60765458"/>
    <w:multiLevelType w:val="multilevel"/>
    <w:tmpl w:val="F6F48C9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7">
    <w:nsid w:val="66E76EC1"/>
    <w:multiLevelType w:val="multilevel"/>
    <w:tmpl w:val="D5DAB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>
    <w:nsid w:val="718D09AD"/>
    <w:multiLevelType w:val="hybridMultilevel"/>
    <w:tmpl w:val="BC3AB7C4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2376A80"/>
    <w:multiLevelType w:val="hybridMultilevel"/>
    <w:tmpl w:val="E43A150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7"/>
  </w:num>
  <w:num w:numId="4">
    <w:abstractNumId w:val="9"/>
  </w:num>
  <w:num w:numId="5">
    <w:abstractNumId w:val="14"/>
  </w:num>
  <w:num w:numId="6">
    <w:abstractNumId w:val="6"/>
  </w:num>
  <w:num w:numId="7">
    <w:abstractNumId w:val="1"/>
  </w:num>
  <w:num w:numId="8">
    <w:abstractNumId w:val="5"/>
  </w:num>
  <w:num w:numId="9">
    <w:abstractNumId w:val="12"/>
  </w:num>
  <w:num w:numId="10">
    <w:abstractNumId w:val="3"/>
  </w:num>
  <w:num w:numId="11">
    <w:abstractNumId w:val="17"/>
  </w:num>
  <w:num w:numId="12">
    <w:abstractNumId w:val="13"/>
  </w:num>
  <w:num w:numId="13">
    <w:abstractNumId w:val="4"/>
  </w:num>
  <w:num w:numId="14">
    <w:abstractNumId w:val="19"/>
  </w:num>
  <w:num w:numId="15">
    <w:abstractNumId w:val="16"/>
  </w:num>
  <w:num w:numId="16">
    <w:abstractNumId w:val="2"/>
  </w:num>
  <w:num w:numId="17">
    <w:abstractNumId w:val="11"/>
  </w:num>
  <w:num w:numId="18">
    <w:abstractNumId w:val="0"/>
  </w:num>
  <w:num w:numId="19">
    <w:abstractNumId w:val="1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78F6"/>
    <w:rsid w:val="00001859"/>
    <w:rsid w:val="00002096"/>
    <w:rsid w:val="00004368"/>
    <w:rsid w:val="00007221"/>
    <w:rsid w:val="00012540"/>
    <w:rsid w:val="0001366F"/>
    <w:rsid w:val="00020F42"/>
    <w:rsid w:val="0004242E"/>
    <w:rsid w:val="00046DC3"/>
    <w:rsid w:val="00056841"/>
    <w:rsid w:val="00064B9D"/>
    <w:rsid w:val="00066465"/>
    <w:rsid w:val="00067CD9"/>
    <w:rsid w:val="00070DB9"/>
    <w:rsid w:val="00074712"/>
    <w:rsid w:val="0008074D"/>
    <w:rsid w:val="00086845"/>
    <w:rsid w:val="00090777"/>
    <w:rsid w:val="0009511C"/>
    <w:rsid w:val="000A220D"/>
    <w:rsid w:val="000A29C4"/>
    <w:rsid w:val="000C6A51"/>
    <w:rsid w:val="000C79F0"/>
    <w:rsid w:val="000E1300"/>
    <w:rsid w:val="000E6870"/>
    <w:rsid w:val="000F4E09"/>
    <w:rsid w:val="000F55E1"/>
    <w:rsid w:val="000F6763"/>
    <w:rsid w:val="000F68D9"/>
    <w:rsid w:val="00100B60"/>
    <w:rsid w:val="001059DC"/>
    <w:rsid w:val="00105C28"/>
    <w:rsid w:val="00107FD5"/>
    <w:rsid w:val="00114ED9"/>
    <w:rsid w:val="00116968"/>
    <w:rsid w:val="00123005"/>
    <w:rsid w:val="001422B4"/>
    <w:rsid w:val="001439BC"/>
    <w:rsid w:val="00145856"/>
    <w:rsid w:val="00157592"/>
    <w:rsid w:val="001662AB"/>
    <w:rsid w:val="00170077"/>
    <w:rsid w:val="001728E3"/>
    <w:rsid w:val="00172C63"/>
    <w:rsid w:val="00173119"/>
    <w:rsid w:val="00173997"/>
    <w:rsid w:val="00175602"/>
    <w:rsid w:val="00184A69"/>
    <w:rsid w:val="00184A8A"/>
    <w:rsid w:val="00184DE2"/>
    <w:rsid w:val="00184E6C"/>
    <w:rsid w:val="00187B24"/>
    <w:rsid w:val="00191283"/>
    <w:rsid w:val="001A77B4"/>
    <w:rsid w:val="001B7DDE"/>
    <w:rsid w:val="001D2895"/>
    <w:rsid w:val="001D3622"/>
    <w:rsid w:val="001E2AD5"/>
    <w:rsid w:val="001E379E"/>
    <w:rsid w:val="001F1BC3"/>
    <w:rsid w:val="001F2796"/>
    <w:rsid w:val="001F27AD"/>
    <w:rsid w:val="001F45CD"/>
    <w:rsid w:val="001F641C"/>
    <w:rsid w:val="001F6D7B"/>
    <w:rsid w:val="00200271"/>
    <w:rsid w:val="002105AE"/>
    <w:rsid w:val="0022401D"/>
    <w:rsid w:val="00236798"/>
    <w:rsid w:val="00243D29"/>
    <w:rsid w:val="0024464C"/>
    <w:rsid w:val="002457F7"/>
    <w:rsid w:val="0026054C"/>
    <w:rsid w:val="00262355"/>
    <w:rsid w:val="002631D0"/>
    <w:rsid w:val="002654FB"/>
    <w:rsid w:val="0026573A"/>
    <w:rsid w:val="00277BD1"/>
    <w:rsid w:val="00283391"/>
    <w:rsid w:val="00284915"/>
    <w:rsid w:val="002857B7"/>
    <w:rsid w:val="00285DBC"/>
    <w:rsid w:val="00287378"/>
    <w:rsid w:val="00287EAF"/>
    <w:rsid w:val="002929E3"/>
    <w:rsid w:val="002A1F64"/>
    <w:rsid w:val="002A6BFA"/>
    <w:rsid w:val="002C435F"/>
    <w:rsid w:val="002C48B2"/>
    <w:rsid w:val="002E3654"/>
    <w:rsid w:val="002E3D16"/>
    <w:rsid w:val="002E4DE8"/>
    <w:rsid w:val="002F1CFC"/>
    <w:rsid w:val="002F4B9F"/>
    <w:rsid w:val="002F6456"/>
    <w:rsid w:val="00305FE0"/>
    <w:rsid w:val="00306B48"/>
    <w:rsid w:val="00307916"/>
    <w:rsid w:val="00310B74"/>
    <w:rsid w:val="003252FB"/>
    <w:rsid w:val="00331218"/>
    <w:rsid w:val="00343A20"/>
    <w:rsid w:val="00344C7F"/>
    <w:rsid w:val="0035253B"/>
    <w:rsid w:val="00355083"/>
    <w:rsid w:val="00357F19"/>
    <w:rsid w:val="00360478"/>
    <w:rsid w:val="00362108"/>
    <w:rsid w:val="003621D4"/>
    <w:rsid w:val="00365A1A"/>
    <w:rsid w:val="00371957"/>
    <w:rsid w:val="0037434B"/>
    <w:rsid w:val="0037434E"/>
    <w:rsid w:val="0037574E"/>
    <w:rsid w:val="00376354"/>
    <w:rsid w:val="00386BDE"/>
    <w:rsid w:val="00396D03"/>
    <w:rsid w:val="00396D3E"/>
    <w:rsid w:val="003A08B6"/>
    <w:rsid w:val="003B1AFA"/>
    <w:rsid w:val="003B3841"/>
    <w:rsid w:val="003B5380"/>
    <w:rsid w:val="003C4BC5"/>
    <w:rsid w:val="003D2191"/>
    <w:rsid w:val="003E3673"/>
    <w:rsid w:val="003E3CE1"/>
    <w:rsid w:val="003F1956"/>
    <w:rsid w:val="004021C3"/>
    <w:rsid w:val="004057D0"/>
    <w:rsid w:val="0041280D"/>
    <w:rsid w:val="00424CD6"/>
    <w:rsid w:val="004338AC"/>
    <w:rsid w:val="00434CD7"/>
    <w:rsid w:val="00450372"/>
    <w:rsid w:val="00453AB4"/>
    <w:rsid w:val="00454E13"/>
    <w:rsid w:val="00461C90"/>
    <w:rsid w:val="00474F8D"/>
    <w:rsid w:val="004750B2"/>
    <w:rsid w:val="00475B04"/>
    <w:rsid w:val="004A126D"/>
    <w:rsid w:val="004B3E9C"/>
    <w:rsid w:val="004C544F"/>
    <w:rsid w:val="004C589F"/>
    <w:rsid w:val="004C5B9A"/>
    <w:rsid w:val="004C6389"/>
    <w:rsid w:val="004C6F95"/>
    <w:rsid w:val="004D60AF"/>
    <w:rsid w:val="004F4634"/>
    <w:rsid w:val="004F78D4"/>
    <w:rsid w:val="0050438B"/>
    <w:rsid w:val="005063A0"/>
    <w:rsid w:val="00507DA4"/>
    <w:rsid w:val="00512887"/>
    <w:rsid w:val="00512AD8"/>
    <w:rsid w:val="00513908"/>
    <w:rsid w:val="00515579"/>
    <w:rsid w:val="005207BD"/>
    <w:rsid w:val="00520969"/>
    <w:rsid w:val="00522545"/>
    <w:rsid w:val="0052357C"/>
    <w:rsid w:val="00524D39"/>
    <w:rsid w:val="00526076"/>
    <w:rsid w:val="00535961"/>
    <w:rsid w:val="00541265"/>
    <w:rsid w:val="00547CFA"/>
    <w:rsid w:val="00551356"/>
    <w:rsid w:val="005516E0"/>
    <w:rsid w:val="005524AD"/>
    <w:rsid w:val="005524B7"/>
    <w:rsid w:val="005540D5"/>
    <w:rsid w:val="00555A6D"/>
    <w:rsid w:val="00557D37"/>
    <w:rsid w:val="00560838"/>
    <w:rsid w:val="005642B2"/>
    <w:rsid w:val="00567806"/>
    <w:rsid w:val="00581B76"/>
    <w:rsid w:val="0058296F"/>
    <w:rsid w:val="00582B5A"/>
    <w:rsid w:val="00584FFA"/>
    <w:rsid w:val="00586605"/>
    <w:rsid w:val="005A1B53"/>
    <w:rsid w:val="005A6956"/>
    <w:rsid w:val="005B30CC"/>
    <w:rsid w:val="005B4036"/>
    <w:rsid w:val="005D42F7"/>
    <w:rsid w:val="005D6BA4"/>
    <w:rsid w:val="005E19BA"/>
    <w:rsid w:val="005F3165"/>
    <w:rsid w:val="00604906"/>
    <w:rsid w:val="00611296"/>
    <w:rsid w:val="00611EC2"/>
    <w:rsid w:val="00613894"/>
    <w:rsid w:val="0061741A"/>
    <w:rsid w:val="00617DE2"/>
    <w:rsid w:val="006246CE"/>
    <w:rsid w:val="00625375"/>
    <w:rsid w:val="006279A4"/>
    <w:rsid w:val="00640F9D"/>
    <w:rsid w:val="00642F2B"/>
    <w:rsid w:val="006463AF"/>
    <w:rsid w:val="006500FD"/>
    <w:rsid w:val="0066341D"/>
    <w:rsid w:val="00665134"/>
    <w:rsid w:val="00665F57"/>
    <w:rsid w:val="00666B01"/>
    <w:rsid w:val="00667668"/>
    <w:rsid w:val="006717B5"/>
    <w:rsid w:val="0067243C"/>
    <w:rsid w:val="00674F66"/>
    <w:rsid w:val="00677BD5"/>
    <w:rsid w:val="006851DE"/>
    <w:rsid w:val="00693B32"/>
    <w:rsid w:val="00694F45"/>
    <w:rsid w:val="006960F5"/>
    <w:rsid w:val="00696261"/>
    <w:rsid w:val="006968EB"/>
    <w:rsid w:val="006A1890"/>
    <w:rsid w:val="006B2576"/>
    <w:rsid w:val="006B7425"/>
    <w:rsid w:val="006C1DF6"/>
    <w:rsid w:val="006D3C63"/>
    <w:rsid w:val="006D65F1"/>
    <w:rsid w:val="006D6BFA"/>
    <w:rsid w:val="006E4259"/>
    <w:rsid w:val="006E48C1"/>
    <w:rsid w:val="006E595F"/>
    <w:rsid w:val="006E7085"/>
    <w:rsid w:val="006E716E"/>
    <w:rsid w:val="006E736B"/>
    <w:rsid w:val="006F7318"/>
    <w:rsid w:val="007021E6"/>
    <w:rsid w:val="00705F1A"/>
    <w:rsid w:val="00706327"/>
    <w:rsid w:val="00711FCE"/>
    <w:rsid w:val="00713587"/>
    <w:rsid w:val="007252AA"/>
    <w:rsid w:val="007253F2"/>
    <w:rsid w:val="00745CEC"/>
    <w:rsid w:val="007536E2"/>
    <w:rsid w:val="00757BC5"/>
    <w:rsid w:val="00764C07"/>
    <w:rsid w:val="00765C04"/>
    <w:rsid w:val="00765E8E"/>
    <w:rsid w:val="0077198F"/>
    <w:rsid w:val="00773FB1"/>
    <w:rsid w:val="00774B08"/>
    <w:rsid w:val="007837C7"/>
    <w:rsid w:val="00784101"/>
    <w:rsid w:val="007903F2"/>
    <w:rsid w:val="007907F8"/>
    <w:rsid w:val="00793C2B"/>
    <w:rsid w:val="00795B08"/>
    <w:rsid w:val="00797522"/>
    <w:rsid w:val="007A3FBC"/>
    <w:rsid w:val="007A52E8"/>
    <w:rsid w:val="007C2732"/>
    <w:rsid w:val="007C70BA"/>
    <w:rsid w:val="007F590C"/>
    <w:rsid w:val="007F5ED8"/>
    <w:rsid w:val="00805162"/>
    <w:rsid w:val="0080553B"/>
    <w:rsid w:val="008078F6"/>
    <w:rsid w:val="008103F4"/>
    <w:rsid w:val="008205DD"/>
    <w:rsid w:val="00820EFB"/>
    <w:rsid w:val="008253AE"/>
    <w:rsid w:val="008268A8"/>
    <w:rsid w:val="008317A3"/>
    <w:rsid w:val="00831B3B"/>
    <w:rsid w:val="008332AC"/>
    <w:rsid w:val="00835ECC"/>
    <w:rsid w:val="00836F89"/>
    <w:rsid w:val="008470C4"/>
    <w:rsid w:val="008518D9"/>
    <w:rsid w:val="00856E90"/>
    <w:rsid w:val="00867724"/>
    <w:rsid w:val="0087507E"/>
    <w:rsid w:val="008823CA"/>
    <w:rsid w:val="00894815"/>
    <w:rsid w:val="008A75CC"/>
    <w:rsid w:val="008B0F16"/>
    <w:rsid w:val="008B12DB"/>
    <w:rsid w:val="008B270F"/>
    <w:rsid w:val="008B49AA"/>
    <w:rsid w:val="008C1084"/>
    <w:rsid w:val="008C674F"/>
    <w:rsid w:val="008C7E65"/>
    <w:rsid w:val="008D221D"/>
    <w:rsid w:val="008D6B03"/>
    <w:rsid w:val="008E0807"/>
    <w:rsid w:val="008F4C29"/>
    <w:rsid w:val="008F6990"/>
    <w:rsid w:val="00901EB4"/>
    <w:rsid w:val="00903B57"/>
    <w:rsid w:val="00906A99"/>
    <w:rsid w:val="00910008"/>
    <w:rsid w:val="00914F80"/>
    <w:rsid w:val="009214E1"/>
    <w:rsid w:val="009225ED"/>
    <w:rsid w:val="009353A3"/>
    <w:rsid w:val="009417A9"/>
    <w:rsid w:val="0094392B"/>
    <w:rsid w:val="00945607"/>
    <w:rsid w:val="009463A1"/>
    <w:rsid w:val="0095042E"/>
    <w:rsid w:val="00951B72"/>
    <w:rsid w:val="00952F69"/>
    <w:rsid w:val="009548C1"/>
    <w:rsid w:val="00961AAB"/>
    <w:rsid w:val="009673DD"/>
    <w:rsid w:val="00967DEF"/>
    <w:rsid w:val="00981B2A"/>
    <w:rsid w:val="00982B70"/>
    <w:rsid w:val="00985D62"/>
    <w:rsid w:val="009862AF"/>
    <w:rsid w:val="00994739"/>
    <w:rsid w:val="00997956"/>
    <w:rsid w:val="009A46E3"/>
    <w:rsid w:val="009A7363"/>
    <w:rsid w:val="009B1FEF"/>
    <w:rsid w:val="009B283C"/>
    <w:rsid w:val="009B2F5C"/>
    <w:rsid w:val="009B5448"/>
    <w:rsid w:val="009C018E"/>
    <w:rsid w:val="009C3CAA"/>
    <w:rsid w:val="009C65EA"/>
    <w:rsid w:val="009D1B3B"/>
    <w:rsid w:val="009D3BAB"/>
    <w:rsid w:val="009F2349"/>
    <w:rsid w:val="009F6B52"/>
    <w:rsid w:val="00A01A26"/>
    <w:rsid w:val="00A020DB"/>
    <w:rsid w:val="00A033B2"/>
    <w:rsid w:val="00A0468B"/>
    <w:rsid w:val="00A051EE"/>
    <w:rsid w:val="00A07EE5"/>
    <w:rsid w:val="00A11E2F"/>
    <w:rsid w:val="00A16B25"/>
    <w:rsid w:val="00A2553F"/>
    <w:rsid w:val="00A31608"/>
    <w:rsid w:val="00A3244A"/>
    <w:rsid w:val="00A3547B"/>
    <w:rsid w:val="00A35EEF"/>
    <w:rsid w:val="00A35F7F"/>
    <w:rsid w:val="00A37236"/>
    <w:rsid w:val="00A433B3"/>
    <w:rsid w:val="00A6372A"/>
    <w:rsid w:val="00A73AA9"/>
    <w:rsid w:val="00A77BE1"/>
    <w:rsid w:val="00A8016E"/>
    <w:rsid w:val="00A80F84"/>
    <w:rsid w:val="00A95272"/>
    <w:rsid w:val="00A9621C"/>
    <w:rsid w:val="00A96D65"/>
    <w:rsid w:val="00AA3A73"/>
    <w:rsid w:val="00AC0269"/>
    <w:rsid w:val="00AC4F24"/>
    <w:rsid w:val="00AC7EAF"/>
    <w:rsid w:val="00AD2328"/>
    <w:rsid w:val="00AD374A"/>
    <w:rsid w:val="00AD6FEC"/>
    <w:rsid w:val="00AF16E0"/>
    <w:rsid w:val="00AF25E1"/>
    <w:rsid w:val="00AF5C0D"/>
    <w:rsid w:val="00B01D55"/>
    <w:rsid w:val="00B17E65"/>
    <w:rsid w:val="00B3317D"/>
    <w:rsid w:val="00B3645A"/>
    <w:rsid w:val="00B40E21"/>
    <w:rsid w:val="00B41613"/>
    <w:rsid w:val="00B46E42"/>
    <w:rsid w:val="00B5378A"/>
    <w:rsid w:val="00B54B3D"/>
    <w:rsid w:val="00B567C3"/>
    <w:rsid w:val="00B567F7"/>
    <w:rsid w:val="00B62434"/>
    <w:rsid w:val="00B62B04"/>
    <w:rsid w:val="00B644DC"/>
    <w:rsid w:val="00B67154"/>
    <w:rsid w:val="00B73996"/>
    <w:rsid w:val="00B75564"/>
    <w:rsid w:val="00B82481"/>
    <w:rsid w:val="00B86B26"/>
    <w:rsid w:val="00B97D05"/>
    <w:rsid w:val="00BA3967"/>
    <w:rsid w:val="00BA4737"/>
    <w:rsid w:val="00BA56EE"/>
    <w:rsid w:val="00BA64A9"/>
    <w:rsid w:val="00BC7279"/>
    <w:rsid w:val="00BD112A"/>
    <w:rsid w:val="00BD13C9"/>
    <w:rsid w:val="00BE2EA4"/>
    <w:rsid w:val="00BE4A44"/>
    <w:rsid w:val="00BF5115"/>
    <w:rsid w:val="00C04597"/>
    <w:rsid w:val="00C067D4"/>
    <w:rsid w:val="00C10F07"/>
    <w:rsid w:val="00C11FD7"/>
    <w:rsid w:val="00C13FF7"/>
    <w:rsid w:val="00C145EC"/>
    <w:rsid w:val="00C1670E"/>
    <w:rsid w:val="00C36EE7"/>
    <w:rsid w:val="00C44D74"/>
    <w:rsid w:val="00C50DB1"/>
    <w:rsid w:val="00C529FE"/>
    <w:rsid w:val="00C54CAA"/>
    <w:rsid w:val="00C61BC0"/>
    <w:rsid w:val="00C635E2"/>
    <w:rsid w:val="00C6490E"/>
    <w:rsid w:val="00C76DF9"/>
    <w:rsid w:val="00C86C14"/>
    <w:rsid w:val="00C91F92"/>
    <w:rsid w:val="00C929E7"/>
    <w:rsid w:val="00C92EC1"/>
    <w:rsid w:val="00C9792A"/>
    <w:rsid w:val="00CA2F49"/>
    <w:rsid w:val="00CB057C"/>
    <w:rsid w:val="00CB215D"/>
    <w:rsid w:val="00CB4C85"/>
    <w:rsid w:val="00CC190C"/>
    <w:rsid w:val="00CE1493"/>
    <w:rsid w:val="00CE2C32"/>
    <w:rsid w:val="00CE392C"/>
    <w:rsid w:val="00CE63F9"/>
    <w:rsid w:val="00CF5077"/>
    <w:rsid w:val="00D01D2B"/>
    <w:rsid w:val="00D05C95"/>
    <w:rsid w:val="00D12361"/>
    <w:rsid w:val="00D15257"/>
    <w:rsid w:val="00D31579"/>
    <w:rsid w:val="00D31E7C"/>
    <w:rsid w:val="00D334B8"/>
    <w:rsid w:val="00D341EB"/>
    <w:rsid w:val="00D35A23"/>
    <w:rsid w:val="00D5088F"/>
    <w:rsid w:val="00D51E1B"/>
    <w:rsid w:val="00D529E2"/>
    <w:rsid w:val="00D63784"/>
    <w:rsid w:val="00D65A9A"/>
    <w:rsid w:val="00D71338"/>
    <w:rsid w:val="00D816A8"/>
    <w:rsid w:val="00D8213E"/>
    <w:rsid w:val="00D82334"/>
    <w:rsid w:val="00DA253B"/>
    <w:rsid w:val="00DB167E"/>
    <w:rsid w:val="00DB262F"/>
    <w:rsid w:val="00DB2636"/>
    <w:rsid w:val="00DB426E"/>
    <w:rsid w:val="00DB49F3"/>
    <w:rsid w:val="00DC106B"/>
    <w:rsid w:val="00DC193C"/>
    <w:rsid w:val="00DC3A23"/>
    <w:rsid w:val="00DC3D77"/>
    <w:rsid w:val="00DC5298"/>
    <w:rsid w:val="00DD0A0D"/>
    <w:rsid w:val="00DD4858"/>
    <w:rsid w:val="00DE2441"/>
    <w:rsid w:val="00DE4F04"/>
    <w:rsid w:val="00DF13E0"/>
    <w:rsid w:val="00E03754"/>
    <w:rsid w:val="00E05644"/>
    <w:rsid w:val="00E1059E"/>
    <w:rsid w:val="00E1288B"/>
    <w:rsid w:val="00E200E8"/>
    <w:rsid w:val="00E25F03"/>
    <w:rsid w:val="00E31921"/>
    <w:rsid w:val="00E46811"/>
    <w:rsid w:val="00E473A0"/>
    <w:rsid w:val="00E47B53"/>
    <w:rsid w:val="00E5305C"/>
    <w:rsid w:val="00E6341B"/>
    <w:rsid w:val="00E747A9"/>
    <w:rsid w:val="00E76F88"/>
    <w:rsid w:val="00E90698"/>
    <w:rsid w:val="00E97CBD"/>
    <w:rsid w:val="00EA083D"/>
    <w:rsid w:val="00EA29B3"/>
    <w:rsid w:val="00EB41ED"/>
    <w:rsid w:val="00EB5919"/>
    <w:rsid w:val="00EC2DBE"/>
    <w:rsid w:val="00ED01FE"/>
    <w:rsid w:val="00ED5172"/>
    <w:rsid w:val="00EE63EA"/>
    <w:rsid w:val="00EF1675"/>
    <w:rsid w:val="00F03D85"/>
    <w:rsid w:val="00F10B53"/>
    <w:rsid w:val="00F12A72"/>
    <w:rsid w:val="00F15239"/>
    <w:rsid w:val="00F20283"/>
    <w:rsid w:val="00F225D5"/>
    <w:rsid w:val="00F22DD2"/>
    <w:rsid w:val="00F22FD3"/>
    <w:rsid w:val="00F32D49"/>
    <w:rsid w:val="00F34D64"/>
    <w:rsid w:val="00F36A44"/>
    <w:rsid w:val="00F37F03"/>
    <w:rsid w:val="00F47E7A"/>
    <w:rsid w:val="00F60C1D"/>
    <w:rsid w:val="00F61FC6"/>
    <w:rsid w:val="00F63884"/>
    <w:rsid w:val="00F70E6D"/>
    <w:rsid w:val="00F73330"/>
    <w:rsid w:val="00F73E37"/>
    <w:rsid w:val="00F76776"/>
    <w:rsid w:val="00F77DC1"/>
    <w:rsid w:val="00F94EEF"/>
    <w:rsid w:val="00FA011F"/>
    <w:rsid w:val="00FB0505"/>
    <w:rsid w:val="00FB3701"/>
    <w:rsid w:val="00FB3C8D"/>
    <w:rsid w:val="00FC0561"/>
    <w:rsid w:val="00FE16E8"/>
    <w:rsid w:val="00FE6151"/>
    <w:rsid w:val="00FF1C1F"/>
    <w:rsid w:val="00FF7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0AD73E-34BB-4FA3-AAD9-F9F76FDB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DF9"/>
    <w:pPr>
      <w:spacing w:line="360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har"/>
    <w:qFormat/>
    <w:rsid w:val="00305FE0"/>
    <w:pPr>
      <w:keepNext/>
      <w:spacing w:line="240" w:lineRule="auto"/>
      <w:jc w:val="center"/>
      <w:outlineLvl w:val="0"/>
    </w:pPr>
    <w:rPr>
      <w:rFonts w:ascii="Times New Roman" w:hAnsi="Times New Roman"/>
      <w:b/>
      <w:color w:val="000000"/>
      <w:sz w:val="24"/>
      <w:szCs w:val="2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D65F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D65F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6D65F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6D65F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6D65F1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6D65F1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6D65F1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6D65F1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05FE0"/>
    <w:rPr>
      <w:rFonts w:ascii="Times New Roman" w:eastAsia="Times New Roman" w:hAnsi="Times New Roman" w:cs="Times New Roman"/>
      <w:b/>
      <w:color w:val="000000"/>
      <w:sz w:val="24"/>
      <w:szCs w:val="20"/>
      <w:lang w:eastAsia="pt-BR"/>
    </w:rPr>
  </w:style>
  <w:style w:type="table" w:styleId="Tabelacomgrade">
    <w:name w:val="Table Grid"/>
    <w:basedOn w:val="Tabelanormal"/>
    <w:uiPriority w:val="59"/>
    <w:rsid w:val="00305F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F73330"/>
    <w:rPr>
      <w:color w:val="0000FF"/>
      <w:u w:val="single"/>
    </w:rPr>
  </w:style>
  <w:style w:type="paragraph" w:styleId="SemEspaamento">
    <w:name w:val="No Spacing"/>
    <w:uiPriority w:val="1"/>
    <w:qFormat/>
    <w:rsid w:val="006D65F1"/>
    <w:rPr>
      <w:sz w:val="22"/>
      <w:szCs w:val="22"/>
    </w:rPr>
  </w:style>
  <w:style w:type="character" w:customStyle="1" w:styleId="Ttulo2Char">
    <w:name w:val="Título 2 Char"/>
    <w:basedOn w:val="Fontepargpadro"/>
    <w:link w:val="Ttulo2"/>
    <w:uiPriority w:val="9"/>
    <w:rsid w:val="006D65F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6D65F1"/>
    <w:rPr>
      <w:rFonts w:ascii="Cambria" w:eastAsia="Times New Roman" w:hAnsi="Cambria" w:cs="Times New Roman"/>
      <w:b/>
      <w:bCs/>
      <w:color w:val="4F81BD"/>
    </w:rPr>
  </w:style>
  <w:style w:type="character" w:customStyle="1" w:styleId="Ttulo4Char">
    <w:name w:val="Título 4 Char"/>
    <w:basedOn w:val="Fontepargpadro"/>
    <w:link w:val="Ttulo4"/>
    <w:uiPriority w:val="9"/>
    <w:rsid w:val="006D65F1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tulo5Char">
    <w:name w:val="Título 5 Char"/>
    <w:basedOn w:val="Fontepargpadro"/>
    <w:link w:val="Ttulo5"/>
    <w:uiPriority w:val="9"/>
    <w:rsid w:val="006D65F1"/>
    <w:rPr>
      <w:rFonts w:ascii="Cambria" w:eastAsia="Times New Roman" w:hAnsi="Cambria" w:cs="Times New Roman"/>
      <w:color w:val="243F60"/>
    </w:rPr>
  </w:style>
  <w:style w:type="character" w:customStyle="1" w:styleId="Ttulo6Char">
    <w:name w:val="Título 6 Char"/>
    <w:basedOn w:val="Fontepargpadro"/>
    <w:link w:val="Ttulo6"/>
    <w:uiPriority w:val="9"/>
    <w:rsid w:val="006D65F1"/>
    <w:rPr>
      <w:rFonts w:ascii="Cambria" w:eastAsia="Times New Roman" w:hAnsi="Cambria" w:cs="Times New Roman"/>
      <w:i/>
      <w:iCs/>
      <w:color w:val="243F60"/>
    </w:rPr>
  </w:style>
  <w:style w:type="character" w:customStyle="1" w:styleId="Ttulo7Char">
    <w:name w:val="Título 7 Char"/>
    <w:basedOn w:val="Fontepargpadro"/>
    <w:link w:val="Ttulo7"/>
    <w:uiPriority w:val="9"/>
    <w:rsid w:val="006D65F1"/>
    <w:rPr>
      <w:rFonts w:ascii="Cambria" w:eastAsia="Times New Roman" w:hAnsi="Cambria" w:cs="Times New Roman"/>
      <w:i/>
      <w:iCs/>
      <w:color w:val="404040"/>
    </w:rPr>
  </w:style>
  <w:style w:type="character" w:customStyle="1" w:styleId="Ttulo8Char">
    <w:name w:val="Título 8 Char"/>
    <w:basedOn w:val="Fontepargpadro"/>
    <w:link w:val="Ttulo8"/>
    <w:uiPriority w:val="9"/>
    <w:rsid w:val="006D65F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rsid w:val="006D65F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6D65F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6D65F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Default">
    <w:name w:val="Default"/>
    <w:rsid w:val="00582B5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rte">
    <w:name w:val="Strong"/>
    <w:uiPriority w:val="22"/>
    <w:qFormat/>
    <w:rsid w:val="00FE6151"/>
    <w:rPr>
      <w:b/>
      <w:bCs/>
    </w:rPr>
  </w:style>
  <w:style w:type="paragraph" w:styleId="Corpodetexto">
    <w:name w:val="Body Text"/>
    <w:basedOn w:val="Normal"/>
    <w:link w:val="CorpodetextoChar"/>
    <w:rsid w:val="007903F2"/>
    <w:pPr>
      <w:jc w:val="both"/>
    </w:pPr>
    <w:rPr>
      <w:rFonts w:ascii="Times New Roman" w:hAnsi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7903F2"/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Fontepargpadro"/>
    <w:rsid w:val="00A95272"/>
  </w:style>
  <w:style w:type="paragraph" w:styleId="Cabealho">
    <w:name w:val="header"/>
    <w:basedOn w:val="Normal"/>
    <w:link w:val="CabealhoChar"/>
    <w:uiPriority w:val="99"/>
    <w:unhideWhenUsed/>
    <w:rsid w:val="00B46E4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6E42"/>
    <w:rPr>
      <w:sz w:val="22"/>
      <w:szCs w:val="22"/>
    </w:rPr>
  </w:style>
  <w:style w:type="paragraph" w:styleId="Rodap">
    <w:name w:val="footer"/>
    <w:basedOn w:val="Normal"/>
    <w:link w:val="RodapChar"/>
    <w:uiPriority w:val="99"/>
    <w:unhideWhenUsed/>
    <w:rsid w:val="00B46E4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6E42"/>
    <w:rPr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46E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6E42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205DD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DA253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A253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A253B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A253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A253B"/>
    <w:rPr>
      <w:b/>
      <w:bCs/>
    </w:rPr>
  </w:style>
  <w:style w:type="paragraph" w:styleId="CabealhodoSumrio">
    <w:name w:val="TOC Heading"/>
    <w:basedOn w:val="Ttulo1"/>
    <w:next w:val="Normal"/>
    <w:uiPriority w:val="39"/>
    <w:unhideWhenUsed/>
    <w:qFormat/>
    <w:rsid w:val="00C44D74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961AA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0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7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nessa\Documents\Gradua&#231;&#227;o\Of&#237;cios\Of&#237;cio%20007%202014%20-%20Rejei&#231;&#227;o%20Espectrofot&#244;metr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A51AD1-EDC4-4247-A6AB-F6A94161F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Ofício 007 2014 - Rejeição Espectrofotômetro</Template>
  <TotalTime>51</TotalTime>
  <Pages>5</Pages>
  <Words>561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</dc:creator>
  <cp:lastModifiedBy>Claudia</cp:lastModifiedBy>
  <cp:revision>8</cp:revision>
  <cp:lastPrinted>2017-10-02T18:19:00Z</cp:lastPrinted>
  <dcterms:created xsi:type="dcterms:W3CDTF">2018-06-13T19:03:00Z</dcterms:created>
  <dcterms:modified xsi:type="dcterms:W3CDTF">2019-02-05T12:16:00Z</dcterms:modified>
</cp:coreProperties>
</file>