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704" w:rsidRPr="00B2083C" w:rsidRDefault="00C73704" w:rsidP="00B2083C">
      <w:pPr>
        <w:spacing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2083C">
        <w:rPr>
          <w:rFonts w:ascii="Arial" w:hAnsi="Arial" w:cs="Arial"/>
          <w:b/>
          <w:sz w:val="26"/>
          <w:szCs w:val="26"/>
        </w:rPr>
        <w:t>A</w:t>
      </w:r>
      <w:r w:rsidR="00A01A26" w:rsidRPr="00B2083C">
        <w:rPr>
          <w:rFonts w:ascii="Arial" w:hAnsi="Arial" w:cs="Arial"/>
          <w:b/>
          <w:sz w:val="26"/>
          <w:szCs w:val="26"/>
        </w:rPr>
        <w:t xml:space="preserve">VALIAÇÃO DO </w:t>
      </w:r>
      <w:r w:rsidRPr="00B2083C">
        <w:rPr>
          <w:rFonts w:ascii="Arial" w:hAnsi="Arial" w:cs="Arial"/>
          <w:b/>
          <w:sz w:val="26"/>
          <w:szCs w:val="26"/>
        </w:rPr>
        <w:t xml:space="preserve">DESEMPENHO DO ESTAGIÁRIO – SUPERVISOR DA CONCEDENTE </w:t>
      </w:r>
    </w:p>
    <w:p w:rsidR="00C73704" w:rsidRDefault="00C73704" w:rsidP="00B2083C">
      <w:pPr>
        <w:spacing w:line="240" w:lineRule="auto"/>
        <w:rPr>
          <w:rFonts w:ascii="Arial" w:hAnsi="Arial" w:cs="Arial"/>
          <w:sz w:val="24"/>
          <w:szCs w:val="28"/>
        </w:rPr>
      </w:pPr>
    </w:p>
    <w:p w:rsidR="00C73704" w:rsidRPr="00C73704" w:rsidRDefault="00C73704" w:rsidP="00B2083C">
      <w:pPr>
        <w:jc w:val="both"/>
        <w:rPr>
          <w:rFonts w:ascii="Arial" w:hAnsi="Arial" w:cs="Arial"/>
          <w:b/>
          <w:sz w:val="24"/>
          <w:szCs w:val="28"/>
        </w:rPr>
      </w:pPr>
      <w:r w:rsidRPr="00C73704">
        <w:rPr>
          <w:rFonts w:ascii="Arial" w:hAnsi="Arial" w:cs="Arial"/>
          <w:b/>
          <w:sz w:val="24"/>
          <w:szCs w:val="28"/>
        </w:rPr>
        <w:t xml:space="preserve">Nome do Estagiário: </w:t>
      </w:r>
      <w:r>
        <w:rPr>
          <w:rFonts w:ascii="Arial" w:hAnsi="Arial" w:cs="Arial"/>
          <w:b/>
          <w:sz w:val="24"/>
          <w:szCs w:val="28"/>
        </w:rPr>
        <w:t>_________________________________________________</w:t>
      </w:r>
      <w:r w:rsidRPr="00C73704">
        <w:rPr>
          <w:rFonts w:ascii="Arial" w:hAnsi="Arial" w:cs="Arial"/>
          <w:b/>
          <w:sz w:val="24"/>
          <w:szCs w:val="28"/>
        </w:rPr>
        <w:t xml:space="preserve">                   </w:t>
      </w:r>
    </w:p>
    <w:p w:rsidR="00C73704" w:rsidRPr="00C73704" w:rsidRDefault="00C73704" w:rsidP="00B2083C">
      <w:pPr>
        <w:jc w:val="both"/>
        <w:rPr>
          <w:rFonts w:ascii="Arial" w:hAnsi="Arial" w:cs="Arial"/>
          <w:b/>
          <w:sz w:val="24"/>
          <w:szCs w:val="28"/>
        </w:rPr>
      </w:pPr>
      <w:r w:rsidRPr="00C73704">
        <w:rPr>
          <w:rFonts w:ascii="Arial" w:hAnsi="Arial" w:cs="Arial"/>
          <w:b/>
          <w:sz w:val="24"/>
          <w:szCs w:val="28"/>
        </w:rPr>
        <w:t>Emp</w:t>
      </w:r>
      <w:r>
        <w:rPr>
          <w:rFonts w:ascii="Arial" w:hAnsi="Arial" w:cs="Arial"/>
          <w:b/>
          <w:sz w:val="24"/>
          <w:szCs w:val="28"/>
        </w:rPr>
        <w:t>resa/Entidade na qual estagiou:____________________________________</w:t>
      </w:r>
      <w:r w:rsidRPr="00C73704">
        <w:rPr>
          <w:rFonts w:ascii="Arial" w:hAnsi="Arial" w:cs="Arial"/>
          <w:b/>
          <w:sz w:val="24"/>
          <w:szCs w:val="28"/>
        </w:rPr>
        <w:t xml:space="preserve">                </w:t>
      </w:r>
    </w:p>
    <w:p w:rsidR="00C73704" w:rsidRPr="00C73704" w:rsidRDefault="00C73704" w:rsidP="00B2083C">
      <w:pPr>
        <w:jc w:val="both"/>
        <w:rPr>
          <w:rFonts w:ascii="Arial" w:hAnsi="Arial" w:cs="Arial"/>
          <w:b/>
          <w:sz w:val="24"/>
          <w:szCs w:val="28"/>
        </w:rPr>
      </w:pPr>
      <w:r w:rsidRPr="00C73704">
        <w:rPr>
          <w:rFonts w:ascii="Arial" w:hAnsi="Arial" w:cs="Arial"/>
          <w:b/>
          <w:sz w:val="24"/>
          <w:szCs w:val="28"/>
        </w:rPr>
        <w:t>Área do Estágio:</w:t>
      </w:r>
      <w:r>
        <w:rPr>
          <w:rFonts w:ascii="Arial" w:hAnsi="Arial" w:cs="Arial"/>
          <w:b/>
          <w:sz w:val="24"/>
          <w:szCs w:val="28"/>
        </w:rPr>
        <w:t>_____________________________________________________</w:t>
      </w:r>
      <w:r w:rsidRPr="00C73704">
        <w:rPr>
          <w:rFonts w:ascii="Arial" w:hAnsi="Arial" w:cs="Arial"/>
          <w:b/>
          <w:sz w:val="24"/>
          <w:szCs w:val="28"/>
        </w:rPr>
        <w:t xml:space="preserve">                         </w:t>
      </w:r>
    </w:p>
    <w:p w:rsidR="00C73704" w:rsidRPr="00C73704" w:rsidRDefault="00C73704" w:rsidP="00B2083C">
      <w:pPr>
        <w:jc w:val="both"/>
        <w:rPr>
          <w:rFonts w:ascii="Arial" w:hAnsi="Arial" w:cs="Arial"/>
          <w:b/>
          <w:sz w:val="24"/>
          <w:szCs w:val="28"/>
        </w:rPr>
      </w:pPr>
      <w:r w:rsidRPr="00C73704">
        <w:rPr>
          <w:rFonts w:ascii="Arial" w:hAnsi="Arial" w:cs="Arial"/>
          <w:b/>
          <w:sz w:val="24"/>
          <w:szCs w:val="28"/>
        </w:rPr>
        <w:t xml:space="preserve">Período: </w:t>
      </w:r>
      <w:r>
        <w:rPr>
          <w:rFonts w:ascii="Arial" w:hAnsi="Arial" w:cs="Arial"/>
          <w:b/>
          <w:sz w:val="24"/>
          <w:szCs w:val="28"/>
        </w:rPr>
        <w:t>____</w:t>
      </w:r>
      <w:r w:rsidRPr="00C73704">
        <w:rPr>
          <w:rFonts w:ascii="Arial" w:hAnsi="Arial" w:cs="Arial"/>
          <w:b/>
          <w:sz w:val="24"/>
          <w:szCs w:val="28"/>
        </w:rPr>
        <w:t>/</w:t>
      </w:r>
      <w:r>
        <w:rPr>
          <w:rFonts w:ascii="Arial" w:hAnsi="Arial" w:cs="Arial"/>
          <w:b/>
          <w:sz w:val="24"/>
          <w:szCs w:val="28"/>
        </w:rPr>
        <w:t>____</w:t>
      </w:r>
      <w:r w:rsidRPr="00C73704">
        <w:rPr>
          <w:rFonts w:ascii="Arial" w:hAnsi="Arial" w:cs="Arial"/>
          <w:b/>
          <w:sz w:val="24"/>
          <w:szCs w:val="28"/>
        </w:rPr>
        <w:t>/</w:t>
      </w:r>
      <w:r>
        <w:rPr>
          <w:rFonts w:ascii="Arial" w:hAnsi="Arial" w:cs="Arial"/>
          <w:b/>
          <w:sz w:val="24"/>
          <w:szCs w:val="28"/>
        </w:rPr>
        <w:t>________ a ____</w:t>
      </w:r>
      <w:r w:rsidRPr="00C73704">
        <w:rPr>
          <w:rFonts w:ascii="Arial" w:hAnsi="Arial" w:cs="Arial"/>
          <w:b/>
          <w:sz w:val="24"/>
          <w:szCs w:val="28"/>
        </w:rPr>
        <w:t>/</w:t>
      </w:r>
      <w:r>
        <w:rPr>
          <w:rFonts w:ascii="Arial" w:hAnsi="Arial" w:cs="Arial"/>
          <w:b/>
          <w:sz w:val="24"/>
          <w:szCs w:val="28"/>
        </w:rPr>
        <w:t>____</w:t>
      </w:r>
      <w:r w:rsidRPr="00C73704">
        <w:rPr>
          <w:rFonts w:ascii="Arial" w:hAnsi="Arial" w:cs="Arial"/>
          <w:b/>
          <w:sz w:val="24"/>
          <w:szCs w:val="28"/>
        </w:rPr>
        <w:t>/</w:t>
      </w:r>
      <w:r>
        <w:rPr>
          <w:rFonts w:ascii="Arial" w:hAnsi="Arial" w:cs="Arial"/>
          <w:b/>
          <w:sz w:val="24"/>
          <w:szCs w:val="28"/>
        </w:rPr>
        <w:t>________</w:t>
      </w:r>
    </w:p>
    <w:p w:rsidR="00C73704" w:rsidRPr="00C73704" w:rsidRDefault="00C73704" w:rsidP="00B2083C">
      <w:pPr>
        <w:jc w:val="both"/>
        <w:rPr>
          <w:rFonts w:ascii="Arial" w:hAnsi="Arial" w:cs="Arial"/>
          <w:b/>
          <w:sz w:val="24"/>
          <w:szCs w:val="28"/>
        </w:rPr>
      </w:pPr>
      <w:r w:rsidRPr="00C73704">
        <w:rPr>
          <w:rFonts w:ascii="Arial" w:hAnsi="Arial" w:cs="Arial"/>
          <w:b/>
          <w:sz w:val="24"/>
          <w:szCs w:val="28"/>
        </w:rPr>
        <w:t>Total de Horas:</w:t>
      </w:r>
      <w:r>
        <w:rPr>
          <w:rFonts w:ascii="Arial" w:hAnsi="Arial" w:cs="Arial"/>
          <w:b/>
          <w:sz w:val="24"/>
          <w:szCs w:val="28"/>
        </w:rPr>
        <w:t xml:space="preserve"> ______________________________________________________</w:t>
      </w:r>
      <w:r w:rsidRPr="00C73704">
        <w:rPr>
          <w:rFonts w:ascii="Arial" w:hAnsi="Arial" w:cs="Arial"/>
          <w:b/>
          <w:sz w:val="24"/>
          <w:szCs w:val="28"/>
        </w:rPr>
        <w:t xml:space="preserve">              </w:t>
      </w:r>
    </w:p>
    <w:p w:rsidR="00C73704" w:rsidRPr="00C73704" w:rsidRDefault="00C73704" w:rsidP="00B2083C">
      <w:pPr>
        <w:jc w:val="both"/>
        <w:rPr>
          <w:rFonts w:ascii="Arial" w:hAnsi="Arial" w:cs="Arial"/>
          <w:b/>
          <w:sz w:val="24"/>
          <w:szCs w:val="28"/>
        </w:rPr>
      </w:pPr>
      <w:r w:rsidRPr="00C73704">
        <w:rPr>
          <w:rFonts w:ascii="Arial" w:hAnsi="Arial" w:cs="Arial"/>
          <w:b/>
          <w:sz w:val="24"/>
          <w:szCs w:val="28"/>
        </w:rPr>
        <w:t xml:space="preserve">Supervisor Responsável pelo Estágio: </w:t>
      </w:r>
      <w:r>
        <w:rPr>
          <w:rFonts w:ascii="Arial" w:hAnsi="Arial" w:cs="Arial"/>
          <w:b/>
          <w:sz w:val="24"/>
          <w:szCs w:val="28"/>
        </w:rPr>
        <w:t>__________________________________</w:t>
      </w:r>
      <w:r w:rsidRPr="00C73704">
        <w:rPr>
          <w:rFonts w:ascii="Arial" w:hAnsi="Arial" w:cs="Arial"/>
          <w:b/>
          <w:sz w:val="24"/>
          <w:szCs w:val="28"/>
        </w:rPr>
        <w:t xml:space="preserve">                    </w:t>
      </w:r>
    </w:p>
    <w:p w:rsidR="00C73704" w:rsidRPr="00C73704" w:rsidRDefault="00C73704" w:rsidP="00B2083C">
      <w:pPr>
        <w:jc w:val="both"/>
        <w:rPr>
          <w:rFonts w:ascii="Arial" w:hAnsi="Arial" w:cs="Arial"/>
          <w:b/>
          <w:sz w:val="24"/>
          <w:szCs w:val="28"/>
        </w:rPr>
      </w:pPr>
      <w:r w:rsidRPr="00C73704">
        <w:rPr>
          <w:rFonts w:ascii="Arial" w:hAnsi="Arial" w:cs="Arial"/>
          <w:b/>
          <w:sz w:val="24"/>
          <w:szCs w:val="28"/>
        </w:rPr>
        <w:t xml:space="preserve">Função </w:t>
      </w:r>
      <w:r>
        <w:rPr>
          <w:rFonts w:ascii="Arial" w:hAnsi="Arial" w:cs="Arial"/>
          <w:b/>
          <w:sz w:val="24"/>
          <w:szCs w:val="28"/>
        </w:rPr>
        <w:t xml:space="preserve">do Supervisor </w:t>
      </w:r>
      <w:r w:rsidRPr="00C73704">
        <w:rPr>
          <w:rFonts w:ascii="Arial" w:hAnsi="Arial" w:cs="Arial"/>
          <w:b/>
          <w:sz w:val="24"/>
          <w:szCs w:val="28"/>
        </w:rPr>
        <w:t xml:space="preserve">na Empresa/Entidade: </w:t>
      </w:r>
      <w:r>
        <w:rPr>
          <w:rFonts w:ascii="Arial" w:hAnsi="Arial" w:cs="Arial"/>
          <w:b/>
          <w:sz w:val="24"/>
          <w:szCs w:val="28"/>
        </w:rPr>
        <w:t>_____________________________</w:t>
      </w:r>
      <w:r w:rsidRPr="00C73704">
        <w:rPr>
          <w:rFonts w:ascii="Arial" w:hAnsi="Arial" w:cs="Arial"/>
          <w:b/>
          <w:sz w:val="24"/>
          <w:szCs w:val="28"/>
        </w:rPr>
        <w:t xml:space="preserve">                     </w:t>
      </w:r>
    </w:p>
    <w:p w:rsidR="00A01A26" w:rsidRDefault="00A01A26" w:rsidP="00B2083C">
      <w:pPr>
        <w:spacing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C73704" w:rsidRDefault="00C73704" w:rsidP="00B2083C">
      <w:pPr>
        <w:spacing w:line="240" w:lineRule="auto"/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Orientações: </w:t>
      </w:r>
      <w:r w:rsidRPr="00C73704">
        <w:rPr>
          <w:rFonts w:ascii="Arial" w:hAnsi="Arial" w:cs="Arial"/>
          <w:sz w:val="24"/>
          <w:szCs w:val="28"/>
        </w:rPr>
        <w:t xml:space="preserve">Atribua notas de 0 a 10 (sendo </w:t>
      </w:r>
      <w:proofErr w:type="gramStart"/>
      <w:r w:rsidRPr="00C73704">
        <w:rPr>
          <w:rFonts w:ascii="Arial" w:hAnsi="Arial" w:cs="Arial"/>
          <w:sz w:val="24"/>
          <w:szCs w:val="28"/>
        </w:rPr>
        <w:t>0</w:t>
      </w:r>
      <w:proofErr w:type="gramEnd"/>
      <w:r w:rsidRPr="00C73704">
        <w:rPr>
          <w:rFonts w:ascii="Arial" w:hAnsi="Arial" w:cs="Arial"/>
          <w:sz w:val="24"/>
          <w:szCs w:val="28"/>
        </w:rPr>
        <w:t xml:space="preserve"> o pior e 10 o melhor cenário) para os atributos listados abaixo, e obtenha a nota final, através da média das notas parciais.</w:t>
      </w:r>
      <w:r>
        <w:rPr>
          <w:rFonts w:ascii="Arial" w:hAnsi="Arial" w:cs="Arial"/>
          <w:b/>
          <w:sz w:val="24"/>
          <w:szCs w:val="28"/>
        </w:rPr>
        <w:t xml:space="preserve"> </w:t>
      </w:r>
    </w:p>
    <w:p w:rsidR="00C73704" w:rsidRPr="00A01A26" w:rsidRDefault="00C73704" w:rsidP="00B2083C">
      <w:pPr>
        <w:spacing w:line="240" w:lineRule="auto"/>
        <w:jc w:val="both"/>
        <w:rPr>
          <w:rFonts w:ascii="Arial" w:hAnsi="Arial" w:cs="Arial"/>
          <w:b/>
          <w:sz w:val="24"/>
          <w:szCs w:val="28"/>
        </w:rPr>
      </w:pP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953"/>
        <w:gridCol w:w="1204"/>
      </w:tblGrid>
      <w:tr w:rsidR="00A01A26" w:rsidRPr="00A01A26" w:rsidTr="00C73704">
        <w:trPr>
          <w:trHeight w:val="315"/>
        </w:trPr>
        <w:tc>
          <w:tcPr>
            <w:tcW w:w="9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A26" w:rsidRPr="00A01A26" w:rsidRDefault="00A01A26" w:rsidP="00A01A2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01A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CRITÉRIOS DE AVALIAÇÃO</w:t>
            </w:r>
          </w:p>
        </w:tc>
      </w:tr>
      <w:tr w:rsidR="00A01A26" w:rsidRPr="00A01A26" w:rsidTr="00C73704">
        <w:trPr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A26" w:rsidRPr="00A01A26" w:rsidRDefault="00C73704" w:rsidP="00A01A26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Aspectos Profissionais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A26" w:rsidRPr="00A01A26" w:rsidRDefault="00A01A26" w:rsidP="00C7370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01A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NOTA</w:t>
            </w:r>
          </w:p>
        </w:tc>
      </w:tr>
      <w:tr w:rsidR="00C73704" w:rsidRPr="00A01A26" w:rsidTr="00C73704">
        <w:trPr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A01A26" w:rsidRDefault="00C73704" w:rsidP="00B2083C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1 </w:t>
            </w:r>
            <w:r w:rsidR="00B2083C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Qualidade </w:t>
            </w:r>
            <w:r w:rsidR="00B2083C">
              <w:rPr>
                <w:rFonts w:ascii="Arial" w:hAnsi="Arial" w:cs="Arial"/>
                <w:color w:val="000000"/>
                <w:sz w:val="24"/>
                <w:szCs w:val="24"/>
              </w:rPr>
              <w:t>de trabalho</w:t>
            </w:r>
            <w:proofErr w:type="gramStart"/>
            <w:r w:rsidR="00B2083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A01A26" w:rsidRDefault="00C73704" w:rsidP="00A01A26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End"/>
          </w:p>
        </w:tc>
      </w:tr>
      <w:tr w:rsidR="00A01A26" w:rsidRPr="00A01A26" w:rsidTr="00C73704">
        <w:trPr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A26" w:rsidRPr="00A01A26" w:rsidRDefault="00C73704" w:rsidP="00A01A26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="00A01A26" w:rsidRPr="00A01A26">
              <w:rPr>
                <w:rFonts w:ascii="Arial" w:hAnsi="Arial" w:cs="Arial"/>
                <w:color w:val="000000"/>
                <w:sz w:val="24"/>
                <w:szCs w:val="24"/>
              </w:rPr>
              <w:t xml:space="preserve"> - Capacidade</w:t>
            </w:r>
            <w:proofErr w:type="gramEnd"/>
            <w:r w:rsidR="00A01A26" w:rsidRPr="00A01A26">
              <w:rPr>
                <w:rFonts w:ascii="Arial" w:hAnsi="Arial" w:cs="Arial"/>
                <w:color w:val="000000"/>
                <w:sz w:val="24"/>
                <w:szCs w:val="24"/>
              </w:rPr>
              <w:t xml:space="preserve"> de aprendizagem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A26" w:rsidRPr="00A01A26" w:rsidRDefault="00A01A26" w:rsidP="00A01A26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1A2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01A26" w:rsidRPr="00A01A26" w:rsidTr="00C73704">
        <w:trPr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A26" w:rsidRPr="00A01A26" w:rsidRDefault="00C73704" w:rsidP="00A01A26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3 - Produtividade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A26" w:rsidRPr="00A01A26" w:rsidRDefault="00A01A26" w:rsidP="00A01A26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1A2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01A26" w:rsidRPr="00A01A26" w:rsidTr="00C73704">
        <w:trPr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A26" w:rsidRPr="00A01A26" w:rsidRDefault="00C73704" w:rsidP="00A01A26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4 </w:t>
            </w:r>
            <w:r w:rsidR="00B2083C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Capacidade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de sugerir inovações/modificações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A26" w:rsidRPr="00A01A26" w:rsidRDefault="00A01A26" w:rsidP="00A01A26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1A2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01A26" w:rsidRPr="00A01A26" w:rsidTr="00C73704">
        <w:trPr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A26" w:rsidRPr="00A01A26" w:rsidRDefault="00B2083C" w:rsidP="00B2083C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5 - Conhecimento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A26" w:rsidRPr="00A01A26" w:rsidRDefault="00A01A26" w:rsidP="00A01A26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1A2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01A26" w:rsidRPr="00A01A26" w:rsidTr="00C73704">
        <w:trPr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A26" w:rsidRPr="00A01A26" w:rsidRDefault="00B2083C" w:rsidP="00A01A26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="00A01A26" w:rsidRPr="00A01A26">
              <w:rPr>
                <w:rFonts w:ascii="Arial" w:hAnsi="Arial" w:cs="Arial"/>
                <w:color w:val="000000"/>
                <w:sz w:val="24"/>
                <w:szCs w:val="24"/>
              </w:rPr>
              <w:t xml:space="preserve"> - Iniciativa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A26" w:rsidRPr="00A01A26" w:rsidRDefault="00A01A26" w:rsidP="00A01A26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1A2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73704" w:rsidRPr="00A01A26" w:rsidTr="00C73704">
        <w:trPr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A01A26">
            <w:pPr>
              <w:spacing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73704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Aspectos </w:t>
            </w:r>
            <w:proofErr w:type="gramStart"/>
            <w:r w:rsidRPr="00C73704">
              <w:rPr>
                <w:rFonts w:ascii="Arial" w:hAnsi="Arial" w:cs="Arial"/>
                <w:b/>
                <w:color w:val="000000"/>
                <w:sz w:val="24"/>
                <w:szCs w:val="24"/>
              </w:rPr>
              <w:t>Pessoais/Humanos</w:t>
            </w:r>
            <w:proofErr w:type="gramEnd"/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A01A26" w:rsidRDefault="00C73704" w:rsidP="00C7370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1A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NOTA</w:t>
            </w:r>
          </w:p>
        </w:tc>
      </w:tr>
      <w:tr w:rsidR="00B2083C" w:rsidRPr="00A01A26" w:rsidTr="00C73704">
        <w:trPr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3C" w:rsidRPr="00A01A26" w:rsidRDefault="00B2083C" w:rsidP="00A01A26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  <w:r w:rsidRPr="00A01A26">
              <w:rPr>
                <w:rFonts w:ascii="Arial" w:hAnsi="Arial" w:cs="Arial"/>
                <w:color w:val="000000"/>
                <w:sz w:val="24"/>
                <w:szCs w:val="24"/>
              </w:rPr>
              <w:t xml:space="preserve"> - Pontualidade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3C" w:rsidRPr="00A01A26" w:rsidRDefault="00B2083C" w:rsidP="00A01A26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01A26" w:rsidRPr="00A01A26" w:rsidTr="00C73704">
        <w:trPr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A26" w:rsidRPr="00A01A26" w:rsidRDefault="00B2083C" w:rsidP="00B2083C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8 - Assiduidade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A26" w:rsidRPr="00A01A26" w:rsidRDefault="00A01A26" w:rsidP="00A01A26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1A2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01A26" w:rsidRPr="00A01A26" w:rsidTr="00C73704">
        <w:trPr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A26" w:rsidRPr="00A01A26" w:rsidRDefault="00B2083C" w:rsidP="00B2083C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9 -</w:t>
            </w:r>
            <w:r w:rsidR="00A01A26" w:rsidRPr="00A01A2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Sociabilidade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</w:rPr>
              <w:t>, c</w:t>
            </w:r>
            <w:r w:rsidRPr="00A01A26">
              <w:rPr>
                <w:rFonts w:ascii="Arial" w:hAnsi="Arial" w:cs="Arial"/>
                <w:color w:val="000000"/>
                <w:sz w:val="24"/>
                <w:szCs w:val="24"/>
              </w:rPr>
              <w:t>ooperação e trabalho em equipe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A26" w:rsidRPr="00A01A26" w:rsidRDefault="00A01A26" w:rsidP="00A01A26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1A2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01A26" w:rsidRPr="00A01A26" w:rsidTr="00C73704">
        <w:trPr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A26" w:rsidRPr="00A01A26" w:rsidRDefault="00B2083C" w:rsidP="00B2083C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10 - Responsabilidade</w:t>
            </w:r>
            <w:r w:rsidR="00A01A26" w:rsidRPr="00A01A2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A26" w:rsidRPr="00A01A26" w:rsidRDefault="00A01A26" w:rsidP="00A01A26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1A2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01A26" w:rsidRPr="00A01A26" w:rsidTr="00C73704">
        <w:trPr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A26" w:rsidRPr="00A01A26" w:rsidRDefault="00A01A26" w:rsidP="00B2083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01A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MÉDIA</w:t>
            </w:r>
            <w:r w:rsidR="00C7370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DAS NOTAS</w:t>
            </w:r>
            <w:r w:rsidR="00B208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(Profissionais e Pessoais)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A26" w:rsidRPr="00A01A26" w:rsidRDefault="00A01A26" w:rsidP="00A01A26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1A2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A01A26" w:rsidRDefault="00A01A26" w:rsidP="00B2083C">
      <w:pPr>
        <w:spacing w:line="240" w:lineRule="auto"/>
        <w:ind w:left="360"/>
        <w:jc w:val="both"/>
        <w:rPr>
          <w:rFonts w:ascii="Arial" w:hAnsi="Arial" w:cs="Arial"/>
          <w:b/>
          <w:sz w:val="24"/>
          <w:szCs w:val="28"/>
        </w:rPr>
      </w:pPr>
    </w:p>
    <w:p w:rsidR="006D3C63" w:rsidRDefault="006D3C63" w:rsidP="00B2083C">
      <w:pPr>
        <w:spacing w:line="240" w:lineRule="auto"/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Observações </w:t>
      </w:r>
      <w:r w:rsidR="00B2083C">
        <w:rPr>
          <w:rFonts w:ascii="Arial" w:hAnsi="Arial" w:cs="Arial"/>
          <w:b/>
          <w:sz w:val="24"/>
          <w:szCs w:val="28"/>
        </w:rPr>
        <w:t>sobre o estagiário</w:t>
      </w:r>
      <w:r>
        <w:rPr>
          <w:rFonts w:ascii="Arial" w:hAnsi="Arial" w:cs="Arial"/>
          <w:b/>
          <w:sz w:val="24"/>
          <w:szCs w:val="28"/>
        </w:rPr>
        <w:t>:</w:t>
      </w:r>
    </w:p>
    <w:p w:rsidR="00B2083C" w:rsidRPr="006D3C63" w:rsidRDefault="006D3C63" w:rsidP="00961AAB">
      <w:pPr>
        <w:jc w:val="both"/>
        <w:rPr>
          <w:rFonts w:ascii="Arial" w:hAnsi="Arial" w:cs="Arial"/>
          <w:sz w:val="24"/>
          <w:szCs w:val="28"/>
        </w:rPr>
      </w:pPr>
      <w:r w:rsidRPr="006D3C63">
        <w:rPr>
          <w:rFonts w:ascii="Arial" w:hAnsi="Arial" w:cs="Arial"/>
          <w:sz w:val="24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083C" w:rsidRDefault="00B2083C" w:rsidP="00B2083C">
      <w:pPr>
        <w:spacing w:line="240" w:lineRule="auto"/>
        <w:jc w:val="right"/>
        <w:rPr>
          <w:rFonts w:ascii="Arial" w:hAnsi="Arial" w:cs="Arial"/>
          <w:sz w:val="24"/>
          <w:szCs w:val="28"/>
        </w:rPr>
      </w:pPr>
    </w:p>
    <w:p w:rsidR="006D3C63" w:rsidRDefault="00B2083C" w:rsidP="00B2083C">
      <w:pPr>
        <w:spacing w:line="240" w:lineRule="auto"/>
        <w:jc w:val="right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________________________, </w:t>
      </w:r>
      <w:r w:rsidR="006D3C63" w:rsidRPr="006D3C63">
        <w:rPr>
          <w:rFonts w:ascii="Arial" w:hAnsi="Arial" w:cs="Arial"/>
          <w:sz w:val="24"/>
          <w:szCs w:val="28"/>
        </w:rPr>
        <w:t>_____ / _____ / _______</w:t>
      </w:r>
    </w:p>
    <w:p w:rsidR="00B2083C" w:rsidRPr="006D3C63" w:rsidRDefault="00B2083C" w:rsidP="00B2083C">
      <w:pPr>
        <w:spacing w:line="240" w:lineRule="auto"/>
        <w:jc w:val="right"/>
        <w:rPr>
          <w:rFonts w:ascii="Arial" w:hAnsi="Arial" w:cs="Arial"/>
          <w:sz w:val="24"/>
          <w:szCs w:val="28"/>
        </w:rPr>
      </w:pPr>
    </w:p>
    <w:p w:rsidR="006D3C63" w:rsidRDefault="006D3C63" w:rsidP="00B2083C">
      <w:pPr>
        <w:spacing w:line="240" w:lineRule="auto"/>
        <w:ind w:left="360"/>
        <w:jc w:val="both"/>
        <w:rPr>
          <w:rFonts w:ascii="Arial" w:hAnsi="Arial" w:cs="Arial"/>
          <w:b/>
          <w:sz w:val="24"/>
          <w:szCs w:val="28"/>
        </w:rPr>
      </w:pPr>
    </w:p>
    <w:p w:rsidR="006D3C63" w:rsidRDefault="006D3C63" w:rsidP="00B2083C">
      <w:pPr>
        <w:spacing w:line="240" w:lineRule="auto"/>
        <w:ind w:left="360"/>
        <w:jc w:val="center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____________________________________</w:t>
      </w:r>
    </w:p>
    <w:p w:rsidR="00B2083C" w:rsidRDefault="006D3C63" w:rsidP="00B2083C">
      <w:pPr>
        <w:spacing w:line="240" w:lineRule="auto"/>
        <w:ind w:left="360"/>
        <w:jc w:val="center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Supervisor (a) da Empresa</w:t>
      </w:r>
    </w:p>
    <w:p w:rsidR="006D3C63" w:rsidRDefault="006D3C63" w:rsidP="00B2083C">
      <w:pPr>
        <w:spacing w:line="240" w:lineRule="auto"/>
        <w:ind w:left="360"/>
        <w:jc w:val="center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Carimbo / assinatura</w:t>
      </w:r>
    </w:p>
    <w:sectPr w:rsidR="006D3C63" w:rsidSect="001B7DDE">
      <w:headerReference w:type="default" r:id="rId8"/>
      <w:pgSz w:w="11906" w:h="16838"/>
      <w:pgMar w:top="993" w:right="991" w:bottom="1276" w:left="1843" w:header="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F3F" w:rsidRDefault="006D6F3F" w:rsidP="00B46E42">
      <w:pPr>
        <w:spacing w:line="240" w:lineRule="auto"/>
      </w:pPr>
      <w:r>
        <w:separator/>
      </w:r>
    </w:p>
  </w:endnote>
  <w:endnote w:type="continuationSeparator" w:id="0">
    <w:p w:rsidR="006D6F3F" w:rsidRDefault="006D6F3F" w:rsidP="00B46E4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F3F" w:rsidRDefault="006D6F3F" w:rsidP="00B46E42">
      <w:pPr>
        <w:spacing w:line="240" w:lineRule="auto"/>
      </w:pPr>
      <w:r>
        <w:separator/>
      </w:r>
    </w:p>
  </w:footnote>
  <w:footnote w:type="continuationSeparator" w:id="0">
    <w:p w:rsidR="006D6F3F" w:rsidRDefault="006D6F3F" w:rsidP="00B46E4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E42" w:rsidRDefault="008823CA" w:rsidP="00B46E42">
    <w:pPr>
      <w:pStyle w:val="Cabealho"/>
      <w:tabs>
        <w:tab w:val="clear" w:pos="4252"/>
        <w:tab w:val="clear" w:pos="8504"/>
        <w:tab w:val="left" w:pos="2391"/>
      </w:tabs>
    </w:pPr>
    <w:r>
      <w:rPr>
        <w:noProof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-664845</wp:posOffset>
          </wp:positionH>
          <wp:positionV relativeFrom="paragraph">
            <wp:posOffset>5715</wp:posOffset>
          </wp:positionV>
          <wp:extent cx="1456690" cy="1163320"/>
          <wp:effectExtent l="19050" t="0" r="0" b="0"/>
          <wp:wrapTopAndBottom/>
          <wp:docPr id="5" name="Imagem 5" descr="UFSC-LO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UFSC-LO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6690" cy="1163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46E42">
      <w:tab/>
    </w:r>
  </w:p>
  <w:p w:rsidR="00B46E42" w:rsidRDefault="001B7DDE">
    <w:pPr>
      <w:pStyle w:val="Cabealho"/>
    </w:pPr>
    <w:r>
      <w:rPr>
        <w:noProof/>
      </w:rPr>
      <w:drawing>
        <wp:anchor distT="0" distB="0" distL="0" distR="0" simplePos="0" relativeHeight="251662336" behindDoc="0" locked="0" layoutInCell="1" allowOverlap="1">
          <wp:simplePos x="0" y="0"/>
          <wp:positionH relativeFrom="column">
            <wp:posOffset>4204335</wp:posOffset>
          </wp:positionH>
          <wp:positionV relativeFrom="paragraph">
            <wp:posOffset>10160</wp:posOffset>
          </wp:positionV>
          <wp:extent cx="1654810" cy="712470"/>
          <wp:effectExtent l="19050" t="0" r="2540" b="0"/>
          <wp:wrapSquare wrapText="largest"/>
          <wp:docPr id="7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4810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46E42" w:rsidRDefault="00B46E42">
    <w:pPr>
      <w:pStyle w:val="Cabealho"/>
    </w:pPr>
  </w:p>
  <w:p w:rsidR="00B46E42" w:rsidRDefault="00B46E42">
    <w:pPr>
      <w:pStyle w:val="Cabealho"/>
    </w:pPr>
  </w:p>
  <w:p w:rsidR="00B3645A" w:rsidRDefault="00B3645A" w:rsidP="00B3645A">
    <w:pPr>
      <w:pStyle w:val="Cabealho"/>
      <w:jc w:val="center"/>
    </w:pPr>
  </w:p>
  <w:p w:rsidR="0058296F" w:rsidRDefault="0058296F">
    <w:pPr>
      <w:pStyle w:val="Cabealho"/>
      <w:rPr>
        <w:rFonts w:ascii="Arial" w:hAnsi="Arial" w:cs="Arial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F6DBD"/>
    <w:multiLevelType w:val="multilevel"/>
    <w:tmpl w:val="F6F48C9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">
    <w:nsid w:val="074A48CB"/>
    <w:multiLevelType w:val="hybridMultilevel"/>
    <w:tmpl w:val="531CEBB8"/>
    <w:lvl w:ilvl="0" w:tplc="C55851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13960A0"/>
    <w:multiLevelType w:val="hybridMultilevel"/>
    <w:tmpl w:val="4FD64B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054FC9"/>
    <w:multiLevelType w:val="hybridMultilevel"/>
    <w:tmpl w:val="2A5EC084"/>
    <w:lvl w:ilvl="0" w:tplc="F90E30BC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B17929"/>
    <w:multiLevelType w:val="hybridMultilevel"/>
    <w:tmpl w:val="F7064B2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CD64E3"/>
    <w:multiLevelType w:val="hybridMultilevel"/>
    <w:tmpl w:val="A33CB928"/>
    <w:lvl w:ilvl="0" w:tplc="097C44B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B017273"/>
    <w:multiLevelType w:val="hybridMultilevel"/>
    <w:tmpl w:val="C802766A"/>
    <w:lvl w:ilvl="0" w:tplc="F4C49DBC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C4F1972"/>
    <w:multiLevelType w:val="hybridMultilevel"/>
    <w:tmpl w:val="DB9C9DC6"/>
    <w:lvl w:ilvl="0" w:tplc="0416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D110E4A"/>
    <w:multiLevelType w:val="hybridMultilevel"/>
    <w:tmpl w:val="17764EF6"/>
    <w:lvl w:ilvl="0" w:tplc="D284A60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2F6B560D"/>
    <w:multiLevelType w:val="hybridMultilevel"/>
    <w:tmpl w:val="E7AC6124"/>
    <w:lvl w:ilvl="0" w:tplc="59102BFC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30F011EA"/>
    <w:multiLevelType w:val="multilevel"/>
    <w:tmpl w:val="F6F48C9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37690357"/>
    <w:multiLevelType w:val="multilevel"/>
    <w:tmpl w:val="F6F48C9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2">
    <w:nsid w:val="3A7436F5"/>
    <w:multiLevelType w:val="hybridMultilevel"/>
    <w:tmpl w:val="DEDAE302"/>
    <w:lvl w:ilvl="0" w:tplc="A2DEC39C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>
    <w:nsid w:val="42B25D5F"/>
    <w:multiLevelType w:val="multilevel"/>
    <w:tmpl w:val="C434811E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4">
    <w:nsid w:val="57854E8A"/>
    <w:multiLevelType w:val="hybridMultilevel"/>
    <w:tmpl w:val="60120464"/>
    <w:lvl w:ilvl="0" w:tplc="6D829122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5C706CF0"/>
    <w:multiLevelType w:val="multilevel"/>
    <w:tmpl w:val="561AB5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6">
    <w:nsid w:val="60765458"/>
    <w:multiLevelType w:val="multilevel"/>
    <w:tmpl w:val="F6F48C9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7">
    <w:nsid w:val="66E76EC1"/>
    <w:multiLevelType w:val="multilevel"/>
    <w:tmpl w:val="D5DABF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>
    <w:nsid w:val="718D09AD"/>
    <w:multiLevelType w:val="hybridMultilevel"/>
    <w:tmpl w:val="BC3AB7C4"/>
    <w:lvl w:ilvl="0" w:tplc="04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72376A80"/>
    <w:multiLevelType w:val="hybridMultilevel"/>
    <w:tmpl w:val="E43A150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7"/>
  </w:num>
  <w:num w:numId="4">
    <w:abstractNumId w:val="9"/>
  </w:num>
  <w:num w:numId="5">
    <w:abstractNumId w:val="14"/>
  </w:num>
  <w:num w:numId="6">
    <w:abstractNumId w:val="6"/>
  </w:num>
  <w:num w:numId="7">
    <w:abstractNumId w:val="1"/>
  </w:num>
  <w:num w:numId="8">
    <w:abstractNumId w:val="5"/>
  </w:num>
  <w:num w:numId="9">
    <w:abstractNumId w:val="12"/>
  </w:num>
  <w:num w:numId="10">
    <w:abstractNumId w:val="3"/>
  </w:num>
  <w:num w:numId="11">
    <w:abstractNumId w:val="17"/>
  </w:num>
  <w:num w:numId="12">
    <w:abstractNumId w:val="13"/>
  </w:num>
  <w:num w:numId="13">
    <w:abstractNumId w:val="4"/>
  </w:num>
  <w:num w:numId="14">
    <w:abstractNumId w:val="19"/>
  </w:num>
  <w:num w:numId="15">
    <w:abstractNumId w:val="16"/>
  </w:num>
  <w:num w:numId="16">
    <w:abstractNumId w:val="2"/>
  </w:num>
  <w:num w:numId="17">
    <w:abstractNumId w:val="11"/>
  </w:num>
  <w:num w:numId="18">
    <w:abstractNumId w:val="0"/>
  </w:num>
  <w:num w:numId="19">
    <w:abstractNumId w:val="10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8078F6"/>
    <w:rsid w:val="00001859"/>
    <w:rsid w:val="00004368"/>
    <w:rsid w:val="00007221"/>
    <w:rsid w:val="00012540"/>
    <w:rsid w:val="0001366F"/>
    <w:rsid w:val="00020F42"/>
    <w:rsid w:val="0004242E"/>
    <w:rsid w:val="00046DC3"/>
    <w:rsid w:val="00056841"/>
    <w:rsid w:val="00064B9D"/>
    <w:rsid w:val="00066465"/>
    <w:rsid w:val="00067CD9"/>
    <w:rsid w:val="00070DB9"/>
    <w:rsid w:val="00074712"/>
    <w:rsid w:val="0008074D"/>
    <w:rsid w:val="00086845"/>
    <w:rsid w:val="00090777"/>
    <w:rsid w:val="0009511C"/>
    <w:rsid w:val="000A220D"/>
    <w:rsid w:val="000A29C4"/>
    <w:rsid w:val="000C6A51"/>
    <w:rsid w:val="000C79F0"/>
    <w:rsid w:val="000E1300"/>
    <w:rsid w:val="000E6870"/>
    <w:rsid w:val="000F4E09"/>
    <w:rsid w:val="000F55E1"/>
    <w:rsid w:val="000F6763"/>
    <w:rsid w:val="000F68D9"/>
    <w:rsid w:val="00100B60"/>
    <w:rsid w:val="001059DC"/>
    <w:rsid w:val="00105C28"/>
    <w:rsid w:val="00107FD5"/>
    <w:rsid w:val="00114ED9"/>
    <w:rsid w:val="00116968"/>
    <w:rsid w:val="00123005"/>
    <w:rsid w:val="001422B4"/>
    <w:rsid w:val="001439BC"/>
    <w:rsid w:val="00145856"/>
    <w:rsid w:val="00157592"/>
    <w:rsid w:val="001662AB"/>
    <w:rsid w:val="00170077"/>
    <w:rsid w:val="001728E3"/>
    <w:rsid w:val="00172C63"/>
    <w:rsid w:val="00173119"/>
    <w:rsid w:val="00173997"/>
    <w:rsid w:val="00175602"/>
    <w:rsid w:val="00184A69"/>
    <w:rsid w:val="00184A8A"/>
    <w:rsid w:val="00184DE2"/>
    <w:rsid w:val="00184E6C"/>
    <w:rsid w:val="00187B24"/>
    <w:rsid w:val="00191283"/>
    <w:rsid w:val="001A77B4"/>
    <w:rsid w:val="001B7DDE"/>
    <w:rsid w:val="001D3622"/>
    <w:rsid w:val="001E2AD5"/>
    <w:rsid w:val="001E379E"/>
    <w:rsid w:val="001F1BC3"/>
    <w:rsid w:val="001F2796"/>
    <w:rsid w:val="001F27AD"/>
    <w:rsid w:val="001F45CD"/>
    <w:rsid w:val="001F641C"/>
    <w:rsid w:val="001F6D7B"/>
    <w:rsid w:val="00200271"/>
    <w:rsid w:val="002105AE"/>
    <w:rsid w:val="0022401D"/>
    <w:rsid w:val="00236798"/>
    <w:rsid w:val="00243D29"/>
    <w:rsid w:val="0024464C"/>
    <w:rsid w:val="002457F7"/>
    <w:rsid w:val="0026054C"/>
    <w:rsid w:val="00262355"/>
    <w:rsid w:val="002631D0"/>
    <w:rsid w:val="002654FB"/>
    <w:rsid w:val="0026573A"/>
    <w:rsid w:val="00277BD1"/>
    <w:rsid w:val="00283391"/>
    <w:rsid w:val="00284915"/>
    <w:rsid w:val="002857B7"/>
    <w:rsid w:val="00285DBC"/>
    <w:rsid w:val="00287378"/>
    <w:rsid w:val="00287EAF"/>
    <w:rsid w:val="002929E3"/>
    <w:rsid w:val="002A1F64"/>
    <w:rsid w:val="002A6BFA"/>
    <w:rsid w:val="002C435F"/>
    <w:rsid w:val="002C48B2"/>
    <w:rsid w:val="002E3654"/>
    <w:rsid w:val="002E3D16"/>
    <w:rsid w:val="002E4DE8"/>
    <w:rsid w:val="002F1CFC"/>
    <w:rsid w:val="002F4B9F"/>
    <w:rsid w:val="002F6456"/>
    <w:rsid w:val="00305FE0"/>
    <w:rsid w:val="00306B48"/>
    <w:rsid w:val="00307916"/>
    <w:rsid w:val="00310B74"/>
    <w:rsid w:val="003252FB"/>
    <w:rsid w:val="00331218"/>
    <w:rsid w:val="00343A20"/>
    <w:rsid w:val="00344C7F"/>
    <w:rsid w:val="0035253B"/>
    <w:rsid w:val="00355083"/>
    <w:rsid w:val="00357F19"/>
    <w:rsid w:val="00360478"/>
    <w:rsid w:val="00362108"/>
    <w:rsid w:val="003621D4"/>
    <w:rsid w:val="00365A1A"/>
    <w:rsid w:val="00371957"/>
    <w:rsid w:val="0037434B"/>
    <w:rsid w:val="0037434E"/>
    <w:rsid w:val="0037574E"/>
    <w:rsid w:val="00376354"/>
    <w:rsid w:val="00386BDE"/>
    <w:rsid w:val="00396D03"/>
    <w:rsid w:val="00396D3E"/>
    <w:rsid w:val="003A08B6"/>
    <w:rsid w:val="003B1AFA"/>
    <w:rsid w:val="003B3841"/>
    <w:rsid w:val="003B5380"/>
    <w:rsid w:val="003C4BC5"/>
    <w:rsid w:val="003D2191"/>
    <w:rsid w:val="003E3673"/>
    <w:rsid w:val="003E3CE1"/>
    <w:rsid w:val="003F1956"/>
    <w:rsid w:val="004021C3"/>
    <w:rsid w:val="004057D0"/>
    <w:rsid w:val="0041280D"/>
    <w:rsid w:val="00424CD6"/>
    <w:rsid w:val="004338AC"/>
    <w:rsid w:val="00434CD7"/>
    <w:rsid w:val="00450372"/>
    <w:rsid w:val="00453AB4"/>
    <w:rsid w:val="00461C90"/>
    <w:rsid w:val="00474F8D"/>
    <w:rsid w:val="004750B2"/>
    <w:rsid w:val="00475B04"/>
    <w:rsid w:val="004A126D"/>
    <w:rsid w:val="004C544F"/>
    <w:rsid w:val="004C589F"/>
    <w:rsid w:val="004C5B9A"/>
    <w:rsid w:val="004C6389"/>
    <w:rsid w:val="004C6F95"/>
    <w:rsid w:val="004D60AF"/>
    <w:rsid w:val="004F4634"/>
    <w:rsid w:val="004F78D4"/>
    <w:rsid w:val="0050438B"/>
    <w:rsid w:val="005063A0"/>
    <w:rsid w:val="00507DA4"/>
    <w:rsid w:val="00512887"/>
    <w:rsid w:val="00512AD8"/>
    <w:rsid w:val="00513908"/>
    <w:rsid w:val="00515579"/>
    <w:rsid w:val="005207BD"/>
    <w:rsid w:val="00520969"/>
    <w:rsid w:val="00522545"/>
    <w:rsid w:val="0052357C"/>
    <w:rsid w:val="00524D39"/>
    <w:rsid w:val="00526076"/>
    <w:rsid w:val="00535961"/>
    <w:rsid w:val="00541265"/>
    <w:rsid w:val="00547CFA"/>
    <w:rsid w:val="00551356"/>
    <w:rsid w:val="005516E0"/>
    <w:rsid w:val="005524AD"/>
    <w:rsid w:val="005524B7"/>
    <w:rsid w:val="005540D5"/>
    <w:rsid w:val="00555A6D"/>
    <w:rsid w:val="00557D37"/>
    <w:rsid w:val="00560838"/>
    <w:rsid w:val="005642B2"/>
    <w:rsid w:val="00567806"/>
    <w:rsid w:val="00581B76"/>
    <w:rsid w:val="0058296F"/>
    <w:rsid w:val="00582B5A"/>
    <w:rsid w:val="00584FFA"/>
    <w:rsid w:val="00586605"/>
    <w:rsid w:val="005A1B53"/>
    <w:rsid w:val="005A6956"/>
    <w:rsid w:val="005D42F7"/>
    <w:rsid w:val="005D6BA4"/>
    <w:rsid w:val="005E19BA"/>
    <w:rsid w:val="005F3165"/>
    <w:rsid w:val="00604906"/>
    <w:rsid w:val="00611296"/>
    <w:rsid w:val="00611EC2"/>
    <w:rsid w:val="00613894"/>
    <w:rsid w:val="0061741A"/>
    <w:rsid w:val="00617DE2"/>
    <w:rsid w:val="006246CE"/>
    <w:rsid w:val="00625375"/>
    <w:rsid w:val="006279A4"/>
    <w:rsid w:val="00640F9D"/>
    <w:rsid w:val="00642F2B"/>
    <w:rsid w:val="006463AF"/>
    <w:rsid w:val="006500FD"/>
    <w:rsid w:val="0066341D"/>
    <w:rsid w:val="00665134"/>
    <w:rsid w:val="00665F57"/>
    <w:rsid w:val="00666B01"/>
    <w:rsid w:val="00667668"/>
    <w:rsid w:val="006717B5"/>
    <w:rsid w:val="0067243C"/>
    <w:rsid w:val="00674F66"/>
    <w:rsid w:val="00677BD5"/>
    <w:rsid w:val="006851DE"/>
    <w:rsid w:val="00685AA4"/>
    <w:rsid w:val="00693B32"/>
    <w:rsid w:val="00694F45"/>
    <w:rsid w:val="006960F5"/>
    <w:rsid w:val="00696261"/>
    <w:rsid w:val="006968EB"/>
    <w:rsid w:val="006A1890"/>
    <w:rsid w:val="006B2576"/>
    <w:rsid w:val="006B7425"/>
    <w:rsid w:val="006C1DF6"/>
    <w:rsid w:val="006D3C63"/>
    <w:rsid w:val="006D65F1"/>
    <w:rsid w:val="006D6BFA"/>
    <w:rsid w:val="006D6F3F"/>
    <w:rsid w:val="006E4259"/>
    <w:rsid w:val="006E48C1"/>
    <w:rsid w:val="006E595F"/>
    <w:rsid w:val="006E7085"/>
    <w:rsid w:val="006E716E"/>
    <w:rsid w:val="006E736B"/>
    <w:rsid w:val="006F7318"/>
    <w:rsid w:val="007021E6"/>
    <w:rsid w:val="00705F1A"/>
    <w:rsid w:val="00706327"/>
    <w:rsid w:val="00711FCE"/>
    <w:rsid w:val="00713587"/>
    <w:rsid w:val="007252AA"/>
    <w:rsid w:val="007253F2"/>
    <w:rsid w:val="00745CEC"/>
    <w:rsid w:val="007536E2"/>
    <w:rsid w:val="00757BC5"/>
    <w:rsid w:val="00764C07"/>
    <w:rsid w:val="00765C04"/>
    <w:rsid w:val="0077198F"/>
    <w:rsid w:val="00773FB1"/>
    <w:rsid w:val="00774B08"/>
    <w:rsid w:val="007837C7"/>
    <w:rsid w:val="00784101"/>
    <w:rsid w:val="007903F2"/>
    <w:rsid w:val="007907F8"/>
    <w:rsid w:val="00793C2B"/>
    <w:rsid w:val="00795B08"/>
    <w:rsid w:val="00797522"/>
    <w:rsid w:val="007A3FBC"/>
    <w:rsid w:val="007A52E8"/>
    <w:rsid w:val="007B6773"/>
    <w:rsid w:val="007C2732"/>
    <w:rsid w:val="007C70BA"/>
    <w:rsid w:val="007F590C"/>
    <w:rsid w:val="007F5ED8"/>
    <w:rsid w:val="00805162"/>
    <w:rsid w:val="0080553B"/>
    <w:rsid w:val="008078F6"/>
    <w:rsid w:val="008205DD"/>
    <w:rsid w:val="00820EFB"/>
    <w:rsid w:val="008253AE"/>
    <w:rsid w:val="008268A8"/>
    <w:rsid w:val="008317A3"/>
    <w:rsid w:val="00831B3B"/>
    <w:rsid w:val="008332AC"/>
    <w:rsid w:val="00835ECC"/>
    <w:rsid w:val="00836F89"/>
    <w:rsid w:val="008470C4"/>
    <w:rsid w:val="008518D9"/>
    <w:rsid w:val="00856E90"/>
    <w:rsid w:val="00867724"/>
    <w:rsid w:val="0087507E"/>
    <w:rsid w:val="008823CA"/>
    <w:rsid w:val="00894815"/>
    <w:rsid w:val="008A75CC"/>
    <w:rsid w:val="008B0F16"/>
    <w:rsid w:val="008B12DB"/>
    <w:rsid w:val="008B270F"/>
    <w:rsid w:val="008B49AA"/>
    <w:rsid w:val="008C1084"/>
    <w:rsid w:val="008C674F"/>
    <w:rsid w:val="008C7E65"/>
    <w:rsid w:val="008D221D"/>
    <w:rsid w:val="008D6B03"/>
    <w:rsid w:val="008E0807"/>
    <w:rsid w:val="008F4C29"/>
    <w:rsid w:val="008F6990"/>
    <w:rsid w:val="00901EB4"/>
    <w:rsid w:val="00903B57"/>
    <w:rsid w:val="00906A99"/>
    <w:rsid w:val="00910008"/>
    <w:rsid w:val="00914F80"/>
    <w:rsid w:val="009214E1"/>
    <w:rsid w:val="009225ED"/>
    <w:rsid w:val="009353A3"/>
    <w:rsid w:val="009417A9"/>
    <w:rsid w:val="0094392B"/>
    <w:rsid w:val="00945607"/>
    <w:rsid w:val="009463A1"/>
    <w:rsid w:val="0095042E"/>
    <w:rsid w:val="00951B72"/>
    <w:rsid w:val="00952F69"/>
    <w:rsid w:val="009548C1"/>
    <w:rsid w:val="00961AAB"/>
    <w:rsid w:val="009673DD"/>
    <w:rsid w:val="00967DEF"/>
    <w:rsid w:val="00981B2A"/>
    <w:rsid w:val="00982B70"/>
    <w:rsid w:val="00985D62"/>
    <w:rsid w:val="009862AF"/>
    <w:rsid w:val="00994739"/>
    <w:rsid w:val="00997956"/>
    <w:rsid w:val="009A46E3"/>
    <w:rsid w:val="009A7363"/>
    <w:rsid w:val="009B1FEF"/>
    <w:rsid w:val="009B283C"/>
    <w:rsid w:val="009B2F5C"/>
    <w:rsid w:val="009B5448"/>
    <w:rsid w:val="009C018E"/>
    <w:rsid w:val="009C3CAA"/>
    <w:rsid w:val="009C65EA"/>
    <w:rsid w:val="009D1B3B"/>
    <w:rsid w:val="009D3BAB"/>
    <w:rsid w:val="009F2349"/>
    <w:rsid w:val="009F6B52"/>
    <w:rsid w:val="00A01A26"/>
    <w:rsid w:val="00A020DB"/>
    <w:rsid w:val="00A033B2"/>
    <w:rsid w:val="00A0468B"/>
    <w:rsid w:val="00A051EE"/>
    <w:rsid w:val="00A07EE5"/>
    <w:rsid w:val="00A11E2F"/>
    <w:rsid w:val="00A16B25"/>
    <w:rsid w:val="00A2553F"/>
    <w:rsid w:val="00A31608"/>
    <w:rsid w:val="00A3244A"/>
    <w:rsid w:val="00A3547B"/>
    <w:rsid w:val="00A35EEF"/>
    <w:rsid w:val="00A35F7F"/>
    <w:rsid w:val="00A37236"/>
    <w:rsid w:val="00A433B3"/>
    <w:rsid w:val="00A6372A"/>
    <w:rsid w:val="00A73AA9"/>
    <w:rsid w:val="00A77BE1"/>
    <w:rsid w:val="00A8016E"/>
    <w:rsid w:val="00A80F84"/>
    <w:rsid w:val="00A95272"/>
    <w:rsid w:val="00A9621C"/>
    <w:rsid w:val="00A96D65"/>
    <w:rsid w:val="00AA3A73"/>
    <w:rsid w:val="00AC0269"/>
    <w:rsid w:val="00AC4F24"/>
    <w:rsid w:val="00AC7EAF"/>
    <w:rsid w:val="00AD2328"/>
    <w:rsid w:val="00AD374A"/>
    <w:rsid w:val="00AD6FEC"/>
    <w:rsid w:val="00AF16E0"/>
    <w:rsid w:val="00AF25E1"/>
    <w:rsid w:val="00B01D55"/>
    <w:rsid w:val="00B17E65"/>
    <w:rsid w:val="00B2083C"/>
    <w:rsid w:val="00B3317D"/>
    <w:rsid w:val="00B3645A"/>
    <w:rsid w:val="00B40E21"/>
    <w:rsid w:val="00B41613"/>
    <w:rsid w:val="00B46E42"/>
    <w:rsid w:val="00B5378A"/>
    <w:rsid w:val="00B54B3D"/>
    <w:rsid w:val="00B567C3"/>
    <w:rsid w:val="00B567F7"/>
    <w:rsid w:val="00B62434"/>
    <w:rsid w:val="00B62B04"/>
    <w:rsid w:val="00B644DC"/>
    <w:rsid w:val="00B67154"/>
    <w:rsid w:val="00B73996"/>
    <w:rsid w:val="00B75564"/>
    <w:rsid w:val="00B82481"/>
    <w:rsid w:val="00B86B26"/>
    <w:rsid w:val="00B97D05"/>
    <w:rsid w:val="00BA3967"/>
    <w:rsid w:val="00BA4737"/>
    <w:rsid w:val="00BA56EE"/>
    <w:rsid w:val="00BA64A9"/>
    <w:rsid w:val="00BC7279"/>
    <w:rsid w:val="00BD112A"/>
    <w:rsid w:val="00BD13C9"/>
    <w:rsid w:val="00BD6A1D"/>
    <w:rsid w:val="00BE2EA4"/>
    <w:rsid w:val="00BE4A44"/>
    <w:rsid w:val="00BF5115"/>
    <w:rsid w:val="00C04597"/>
    <w:rsid w:val="00C067D4"/>
    <w:rsid w:val="00C10F07"/>
    <w:rsid w:val="00C11FD7"/>
    <w:rsid w:val="00C13FF7"/>
    <w:rsid w:val="00C145EC"/>
    <w:rsid w:val="00C1670E"/>
    <w:rsid w:val="00C36EE7"/>
    <w:rsid w:val="00C44D74"/>
    <w:rsid w:val="00C50DB1"/>
    <w:rsid w:val="00C529FE"/>
    <w:rsid w:val="00C54CAA"/>
    <w:rsid w:val="00C61BC0"/>
    <w:rsid w:val="00C635E2"/>
    <w:rsid w:val="00C6490E"/>
    <w:rsid w:val="00C73704"/>
    <w:rsid w:val="00C76DF9"/>
    <w:rsid w:val="00C77726"/>
    <w:rsid w:val="00C86C14"/>
    <w:rsid w:val="00C91F92"/>
    <w:rsid w:val="00C929E7"/>
    <w:rsid w:val="00C92EC1"/>
    <w:rsid w:val="00C9792A"/>
    <w:rsid w:val="00CA2F49"/>
    <w:rsid w:val="00CB057C"/>
    <w:rsid w:val="00CB215D"/>
    <w:rsid w:val="00CB4C85"/>
    <w:rsid w:val="00CC190C"/>
    <w:rsid w:val="00CE1493"/>
    <w:rsid w:val="00CE2C32"/>
    <w:rsid w:val="00CE392C"/>
    <w:rsid w:val="00CE63F9"/>
    <w:rsid w:val="00CF5077"/>
    <w:rsid w:val="00D01D2B"/>
    <w:rsid w:val="00D05C95"/>
    <w:rsid w:val="00D12361"/>
    <w:rsid w:val="00D15257"/>
    <w:rsid w:val="00D31579"/>
    <w:rsid w:val="00D31E7C"/>
    <w:rsid w:val="00D334B8"/>
    <w:rsid w:val="00D341EB"/>
    <w:rsid w:val="00D35A23"/>
    <w:rsid w:val="00D5088F"/>
    <w:rsid w:val="00D51E1B"/>
    <w:rsid w:val="00D529E2"/>
    <w:rsid w:val="00D63784"/>
    <w:rsid w:val="00D65A9A"/>
    <w:rsid w:val="00D71338"/>
    <w:rsid w:val="00D816A8"/>
    <w:rsid w:val="00D8213E"/>
    <w:rsid w:val="00D82334"/>
    <w:rsid w:val="00DA253B"/>
    <w:rsid w:val="00DB167E"/>
    <w:rsid w:val="00DB262F"/>
    <w:rsid w:val="00DB2636"/>
    <w:rsid w:val="00DB426E"/>
    <w:rsid w:val="00DB49F3"/>
    <w:rsid w:val="00DC106B"/>
    <w:rsid w:val="00DC193C"/>
    <w:rsid w:val="00DC3A23"/>
    <w:rsid w:val="00DC3D77"/>
    <w:rsid w:val="00DC5298"/>
    <w:rsid w:val="00DD0A0D"/>
    <w:rsid w:val="00DD4858"/>
    <w:rsid w:val="00DE2441"/>
    <w:rsid w:val="00DE4F04"/>
    <w:rsid w:val="00DF13E0"/>
    <w:rsid w:val="00E03754"/>
    <w:rsid w:val="00E1059E"/>
    <w:rsid w:val="00E1288B"/>
    <w:rsid w:val="00E200E8"/>
    <w:rsid w:val="00E25F03"/>
    <w:rsid w:val="00E31921"/>
    <w:rsid w:val="00E46811"/>
    <w:rsid w:val="00E473A0"/>
    <w:rsid w:val="00E47B53"/>
    <w:rsid w:val="00E5305C"/>
    <w:rsid w:val="00E6341B"/>
    <w:rsid w:val="00E747A9"/>
    <w:rsid w:val="00E76F88"/>
    <w:rsid w:val="00E90698"/>
    <w:rsid w:val="00E97CBD"/>
    <w:rsid w:val="00EA083D"/>
    <w:rsid w:val="00EA29B3"/>
    <w:rsid w:val="00EB41ED"/>
    <w:rsid w:val="00EC2DBE"/>
    <w:rsid w:val="00ED01FE"/>
    <w:rsid w:val="00ED5172"/>
    <w:rsid w:val="00EE63EA"/>
    <w:rsid w:val="00EF1675"/>
    <w:rsid w:val="00F03D85"/>
    <w:rsid w:val="00F10B53"/>
    <w:rsid w:val="00F12A72"/>
    <w:rsid w:val="00F15239"/>
    <w:rsid w:val="00F20283"/>
    <w:rsid w:val="00F225D5"/>
    <w:rsid w:val="00F22DD2"/>
    <w:rsid w:val="00F22FD3"/>
    <w:rsid w:val="00F32D49"/>
    <w:rsid w:val="00F34D64"/>
    <w:rsid w:val="00F36A44"/>
    <w:rsid w:val="00F37F03"/>
    <w:rsid w:val="00F47E7A"/>
    <w:rsid w:val="00F60C1D"/>
    <w:rsid w:val="00F61FC6"/>
    <w:rsid w:val="00F63884"/>
    <w:rsid w:val="00F70E6D"/>
    <w:rsid w:val="00F73330"/>
    <w:rsid w:val="00F73E37"/>
    <w:rsid w:val="00F76776"/>
    <w:rsid w:val="00F77DC1"/>
    <w:rsid w:val="00F94EEF"/>
    <w:rsid w:val="00FA011F"/>
    <w:rsid w:val="00FB0505"/>
    <w:rsid w:val="00FB3701"/>
    <w:rsid w:val="00FB3C8D"/>
    <w:rsid w:val="00FC0561"/>
    <w:rsid w:val="00FE16E8"/>
    <w:rsid w:val="00FE6151"/>
    <w:rsid w:val="00FF1C1F"/>
    <w:rsid w:val="00FF7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DF9"/>
    <w:pPr>
      <w:spacing w:line="360" w:lineRule="auto"/>
    </w:pPr>
    <w:rPr>
      <w:sz w:val="22"/>
      <w:szCs w:val="22"/>
    </w:rPr>
  </w:style>
  <w:style w:type="paragraph" w:styleId="Ttulo1">
    <w:name w:val="heading 1"/>
    <w:basedOn w:val="Normal"/>
    <w:next w:val="Normal"/>
    <w:link w:val="Ttulo1Char"/>
    <w:qFormat/>
    <w:rsid w:val="00305FE0"/>
    <w:pPr>
      <w:keepNext/>
      <w:spacing w:line="240" w:lineRule="auto"/>
      <w:jc w:val="center"/>
      <w:outlineLvl w:val="0"/>
    </w:pPr>
    <w:rPr>
      <w:rFonts w:ascii="Times New Roman" w:hAnsi="Times New Roman"/>
      <w:b/>
      <w:color w:val="000000"/>
      <w:sz w:val="24"/>
      <w:szCs w:val="20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6D65F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6D65F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6D65F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6D65F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6D65F1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6D65F1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6D65F1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unhideWhenUsed/>
    <w:qFormat/>
    <w:rsid w:val="006D65F1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05FE0"/>
    <w:rPr>
      <w:rFonts w:ascii="Times New Roman" w:eastAsia="Times New Roman" w:hAnsi="Times New Roman" w:cs="Times New Roman"/>
      <w:b/>
      <w:color w:val="000000"/>
      <w:sz w:val="24"/>
      <w:szCs w:val="20"/>
      <w:lang w:eastAsia="pt-BR"/>
    </w:rPr>
  </w:style>
  <w:style w:type="table" w:styleId="Tabelacomgrade">
    <w:name w:val="Table Grid"/>
    <w:basedOn w:val="Tabelanormal"/>
    <w:uiPriority w:val="59"/>
    <w:rsid w:val="00305F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F73330"/>
    <w:rPr>
      <w:color w:val="0000FF"/>
      <w:u w:val="single"/>
    </w:rPr>
  </w:style>
  <w:style w:type="paragraph" w:styleId="SemEspaamento">
    <w:name w:val="No Spacing"/>
    <w:uiPriority w:val="1"/>
    <w:qFormat/>
    <w:rsid w:val="006D65F1"/>
    <w:rPr>
      <w:sz w:val="22"/>
      <w:szCs w:val="22"/>
    </w:rPr>
  </w:style>
  <w:style w:type="character" w:customStyle="1" w:styleId="Ttulo2Char">
    <w:name w:val="Título 2 Char"/>
    <w:basedOn w:val="Fontepargpadro"/>
    <w:link w:val="Ttulo2"/>
    <w:uiPriority w:val="9"/>
    <w:rsid w:val="006D65F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6D65F1"/>
    <w:rPr>
      <w:rFonts w:ascii="Cambria" w:eastAsia="Times New Roman" w:hAnsi="Cambria" w:cs="Times New Roman"/>
      <w:b/>
      <w:bCs/>
      <w:color w:val="4F81BD"/>
    </w:rPr>
  </w:style>
  <w:style w:type="character" w:customStyle="1" w:styleId="Ttulo4Char">
    <w:name w:val="Título 4 Char"/>
    <w:basedOn w:val="Fontepargpadro"/>
    <w:link w:val="Ttulo4"/>
    <w:uiPriority w:val="9"/>
    <w:rsid w:val="006D65F1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Ttulo5Char">
    <w:name w:val="Título 5 Char"/>
    <w:basedOn w:val="Fontepargpadro"/>
    <w:link w:val="Ttulo5"/>
    <w:uiPriority w:val="9"/>
    <w:rsid w:val="006D65F1"/>
    <w:rPr>
      <w:rFonts w:ascii="Cambria" w:eastAsia="Times New Roman" w:hAnsi="Cambria" w:cs="Times New Roman"/>
      <w:color w:val="243F60"/>
    </w:rPr>
  </w:style>
  <w:style w:type="character" w:customStyle="1" w:styleId="Ttulo6Char">
    <w:name w:val="Título 6 Char"/>
    <w:basedOn w:val="Fontepargpadro"/>
    <w:link w:val="Ttulo6"/>
    <w:uiPriority w:val="9"/>
    <w:rsid w:val="006D65F1"/>
    <w:rPr>
      <w:rFonts w:ascii="Cambria" w:eastAsia="Times New Roman" w:hAnsi="Cambria" w:cs="Times New Roman"/>
      <w:i/>
      <w:iCs/>
      <w:color w:val="243F60"/>
    </w:rPr>
  </w:style>
  <w:style w:type="character" w:customStyle="1" w:styleId="Ttulo7Char">
    <w:name w:val="Título 7 Char"/>
    <w:basedOn w:val="Fontepargpadro"/>
    <w:link w:val="Ttulo7"/>
    <w:uiPriority w:val="9"/>
    <w:rsid w:val="006D65F1"/>
    <w:rPr>
      <w:rFonts w:ascii="Cambria" w:eastAsia="Times New Roman" w:hAnsi="Cambria" w:cs="Times New Roman"/>
      <w:i/>
      <w:iCs/>
      <w:color w:val="404040"/>
    </w:rPr>
  </w:style>
  <w:style w:type="character" w:customStyle="1" w:styleId="Ttulo8Char">
    <w:name w:val="Título 8 Char"/>
    <w:basedOn w:val="Fontepargpadro"/>
    <w:link w:val="Ttulo8"/>
    <w:uiPriority w:val="9"/>
    <w:rsid w:val="006D65F1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rsid w:val="006D65F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6D65F1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6D65F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Default">
    <w:name w:val="Default"/>
    <w:rsid w:val="00582B5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rte">
    <w:name w:val="Strong"/>
    <w:uiPriority w:val="22"/>
    <w:qFormat/>
    <w:rsid w:val="00FE6151"/>
    <w:rPr>
      <w:b/>
      <w:bCs/>
    </w:rPr>
  </w:style>
  <w:style w:type="paragraph" w:styleId="Corpodetexto">
    <w:name w:val="Body Text"/>
    <w:basedOn w:val="Normal"/>
    <w:link w:val="CorpodetextoChar"/>
    <w:rsid w:val="007903F2"/>
    <w:pPr>
      <w:jc w:val="both"/>
    </w:pPr>
    <w:rPr>
      <w:rFonts w:ascii="Times New Roman" w:hAnsi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7903F2"/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Fontepargpadro"/>
    <w:rsid w:val="00A95272"/>
  </w:style>
  <w:style w:type="paragraph" w:styleId="Cabealho">
    <w:name w:val="header"/>
    <w:basedOn w:val="Normal"/>
    <w:link w:val="CabealhoChar"/>
    <w:uiPriority w:val="99"/>
    <w:unhideWhenUsed/>
    <w:rsid w:val="00B46E4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46E42"/>
    <w:rPr>
      <w:sz w:val="22"/>
      <w:szCs w:val="22"/>
    </w:rPr>
  </w:style>
  <w:style w:type="paragraph" w:styleId="Rodap">
    <w:name w:val="footer"/>
    <w:basedOn w:val="Normal"/>
    <w:link w:val="RodapChar"/>
    <w:uiPriority w:val="99"/>
    <w:unhideWhenUsed/>
    <w:rsid w:val="00B46E4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46E42"/>
    <w:rPr>
      <w:sz w:val="22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46E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6E42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205DD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DA253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A253B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A253B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A253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A253B"/>
    <w:rPr>
      <w:b/>
      <w:bCs/>
    </w:rPr>
  </w:style>
  <w:style w:type="paragraph" w:styleId="CabealhodoSumrio">
    <w:name w:val="TOC Heading"/>
    <w:basedOn w:val="Ttulo1"/>
    <w:next w:val="Normal"/>
    <w:uiPriority w:val="39"/>
    <w:unhideWhenUsed/>
    <w:qFormat/>
    <w:rsid w:val="00C44D74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961AAB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0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6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2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7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8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8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nessa\Documents\Gradua&#231;&#227;o\Of&#237;cios\Of&#237;cio%20007%202014%20-%20Rejei&#231;&#227;o%20Espectrofot&#244;metro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E6DBC7-3D19-4C93-975C-80CC8B350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Ofício 007 2014 - Rejeição Espectrofotômetro</Template>
  <TotalTime>5</TotalTime>
  <Pages>1</Pages>
  <Words>265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</dc:creator>
  <cp:lastModifiedBy>Claudia Rotta</cp:lastModifiedBy>
  <cp:revision>3</cp:revision>
  <cp:lastPrinted>2017-10-02T18:19:00Z</cp:lastPrinted>
  <dcterms:created xsi:type="dcterms:W3CDTF">2018-06-13T20:03:00Z</dcterms:created>
  <dcterms:modified xsi:type="dcterms:W3CDTF">2018-06-13T21:28:00Z</dcterms:modified>
</cp:coreProperties>
</file>